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64" w:rsidRPr="00C32CFE" w:rsidRDefault="00215764" w:rsidP="00C32CFE">
      <w:pPr>
        <w:jc w:val="center"/>
        <w:rPr>
          <w:rFonts w:ascii="Century Gothic" w:hAnsi="Century Gothic" w:cs="Arial"/>
          <w:b/>
          <w:szCs w:val="20"/>
        </w:rPr>
      </w:pPr>
      <w:r w:rsidRPr="00C32CFE">
        <w:rPr>
          <w:rFonts w:ascii="Century Gothic" w:hAnsi="Century Gothic" w:cs="Arial"/>
          <w:b/>
          <w:szCs w:val="20"/>
        </w:rPr>
        <w:t>A Conceptual Framework for Online Learning</w:t>
      </w:r>
    </w:p>
    <w:p w:rsidR="00215764" w:rsidRPr="00C32CFE" w:rsidRDefault="00215764" w:rsidP="00C32CFE">
      <w:pPr>
        <w:jc w:val="center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Adapted from </w:t>
      </w:r>
      <w:hyperlink r:id="rId5" w:history="1">
        <w:r w:rsidRPr="00C32CFE">
          <w:rPr>
            <w:rStyle w:val="Hyperlink"/>
            <w:rFonts w:ascii="Century Gothic" w:hAnsi="Century Gothic" w:cs="Arial"/>
            <w:i/>
            <w:sz w:val="20"/>
            <w:szCs w:val="20"/>
          </w:rPr>
          <w:t>Evidence-Based Practices in Online Learning</w:t>
        </w:r>
      </w:hyperlink>
    </w:p>
    <w:p w:rsidR="00215764" w:rsidRDefault="00215764">
      <w:pPr>
        <w:rPr>
          <w:rFonts w:ascii="Century Gothic" w:hAnsi="Century Gothic" w:cs="Arial"/>
          <w:sz w:val="20"/>
          <w:szCs w:val="20"/>
        </w:rPr>
      </w:pPr>
    </w:p>
    <w:p w:rsidR="00215764" w:rsidRDefault="00215764" w:rsidP="00FB4105">
      <w:pPr>
        <w:rPr>
          <w:rFonts w:ascii="Century Gothic" w:hAnsi="Century Gothic" w:cs="Arial"/>
          <w:sz w:val="20"/>
          <w:szCs w:val="20"/>
        </w:rPr>
      </w:pPr>
    </w:p>
    <w:p w:rsidR="00215764" w:rsidRPr="00FB4105" w:rsidRDefault="00215764" w:rsidP="00FB4105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4"/>
        <w:gridCol w:w="3654"/>
        <w:gridCol w:w="3654"/>
        <w:gridCol w:w="3654"/>
      </w:tblGrid>
      <w:tr w:rsidR="00215764" w:rsidTr="00787FE8"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Pedagogy: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Replacement/Synchronous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Replacement/Asynchronous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Replacement/Combination</w:t>
            </w:r>
          </w:p>
        </w:tc>
      </w:tr>
      <w:tr w:rsidR="00215764" w:rsidTr="00787FE8">
        <w:trPr>
          <w:trHeight w:val="720"/>
        </w:trPr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Expository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15764" w:rsidTr="00787FE8">
        <w:trPr>
          <w:trHeight w:val="720"/>
        </w:trPr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Active Learning</w:t>
            </w:r>
          </w:p>
        </w:tc>
        <w:tc>
          <w:tcPr>
            <w:tcW w:w="3654" w:type="dxa"/>
            <w:vAlign w:val="center"/>
          </w:tcPr>
          <w:p w:rsidR="00215764" w:rsidRPr="00A52ED4" w:rsidRDefault="00215764" w:rsidP="00A52ED4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52ED4">
              <w:rPr>
                <w:rFonts w:ascii="Century Gothic" w:hAnsi="Century Gothic" w:cs="Arial"/>
                <w:sz w:val="20"/>
                <w:szCs w:val="20"/>
              </w:rPr>
              <w:t>Students use the i</w:t>
            </w:r>
            <w:r>
              <w:rPr>
                <w:rFonts w:ascii="Century Gothic" w:hAnsi="Century Gothic" w:cs="Arial"/>
                <w:sz w:val="20"/>
                <w:szCs w:val="20"/>
              </w:rPr>
              <w:t>P</w:t>
            </w:r>
            <w:r w:rsidRPr="00A52ED4">
              <w:rPr>
                <w:rFonts w:ascii="Century Gothic" w:hAnsi="Century Gothic" w:cs="Arial"/>
                <w:sz w:val="20"/>
                <w:szCs w:val="20"/>
              </w:rPr>
              <w:t xml:space="preserve">ad to </w:t>
            </w:r>
            <w:r>
              <w:rPr>
                <w:rFonts w:ascii="Century Gothic" w:hAnsi="Century Gothic" w:cs="Arial"/>
                <w:sz w:val="20"/>
                <w:szCs w:val="20"/>
              </w:rPr>
              <w:t>explore the differences in molecules that are isomers of each other.</w:t>
            </w:r>
            <w:r w:rsidRPr="00A52ED4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</w:rPr>
              <w:t>The need recreate these molecules using molecular model kits is not needed.</w:t>
            </w:r>
          </w:p>
        </w:tc>
        <w:tc>
          <w:tcPr>
            <w:tcW w:w="3654" w:type="dxa"/>
            <w:vAlign w:val="center"/>
          </w:tcPr>
          <w:p w:rsidR="00215764" w:rsidRPr="00A52ED4" w:rsidRDefault="00215764" w:rsidP="00A52ED4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Work that was not finished in class could be done at home on their iPads.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15764" w:rsidTr="00787FE8">
        <w:trPr>
          <w:trHeight w:val="720"/>
        </w:trPr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Interactive Learning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A52ED4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</w:tbl>
    <w:p w:rsidR="00215764" w:rsidRDefault="00215764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4"/>
        <w:gridCol w:w="3654"/>
        <w:gridCol w:w="3654"/>
        <w:gridCol w:w="3654"/>
      </w:tblGrid>
      <w:tr w:rsidR="00215764" w:rsidTr="00787FE8"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Pedagogy: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Enhancement/Synchronous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Enhancement/Asynchronous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Enhancement/Combination</w:t>
            </w:r>
          </w:p>
        </w:tc>
      </w:tr>
      <w:tr w:rsidR="00215764" w:rsidTr="00787FE8">
        <w:trPr>
          <w:trHeight w:val="720"/>
        </w:trPr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Expository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15764" w:rsidTr="00787FE8">
        <w:trPr>
          <w:trHeight w:val="720"/>
        </w:trPr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Active Learning</w:t>
            </w:r>
          </w:p>
        </w:tc>
        <w:tc>
          <w:tcPr>
            <w:tcW w:w="3654" w:type="dxa"/>
            <w:vAlign w:val="center"/>
          </w:tcPr>
          <w:p w:rsidR="00215764" w:rsidRPr="00A52ED4" w:rsidRDefault="00215764" w:rsidP="00A52ED4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Students do not have to determine from two dimensional drawings whether or not a set of molecules are isomers. This is often very hard. Drawings rely on the student’s ability to imagine rotating and spinning 3D structures from 2D drawings.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15764" w:rsidTr="00787FE8">
        <w:trPr>
          <w:trHeight w:val="720"/>
        </w:trPr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87FE8">
              <w:rPr>
                <w:rFonts w:ascii="Century Gothic" w:hAnsi="Century Gothic" w:cs="Arial"/>
                <w:b/>
                <w:sz w:val="20"/>
                <w:szCs w:val="20"/>
              </w:rPr>
              <w:t>Interactive Learning</w:t>
            </w:r>
          </w:p>
        </w:tc>
        <w:tc>
          <w:tcPr>
            <w:tcW w:w="3654" w:type="dxa"/>
            <w:vAlign w:val="center"/>
          </w:tcPr>
          <w:p w:rsidR="00215764" w:rsidRPr="00A52ED4" w:rsidRDefault="00215764" w:rsidP="008E200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52ED4">
              <w:rPr>
                <w:rFonts w:ascii="Century Gothic" w:hAnsi="Century Gothic" w:cs="Arial"/>
                <w:sz w:val="20"/>
                <w:szCs w:val="20"/>
              </w:rPr>
              <w:t xml:space="preserve">Students </w:t>
            </w:r>
            <w:r>
              <w:rPr>
                <w:rFonts w:ascii="Century Gothic" w:hAnsi="Century Gothic" w:cs="Arial"/>
                <w:sz w:val="20"/>
                <w:szCs w:val="20"/>
              </w:rPr>
              <w:t>could work together if they wished to check their finding with another student.</w:t>
            </w: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54" w:type="dxa"/>
            <w:vAlign w:val="center"/>
          </w:tcPr>
          <w:p w:rsidR="00215764" w:rsidRPr="00787FE8" w:rsidRDefault="00215764" w:rsidP="00787FE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</w:tbl>
    <w:p w:rsidR="00215764" w:rsidRPr="00D6476B" w:rsidRDefault="00215764" w:rsidP="00FB4105">
      <w:pPr>
        <w:rPr>
          <w:rFonts w:ascii="Century Gothic" w:hAnsi="Century Gothic" w:cs="Arial"/>
          <w:sz w:val="20"/>
          <w:szCs w:val="20"/>
        </w:rPr>
      </w:pPr>
    </w:p>
    <w:sectPr w:rsidR="00215764" w:rsidRPr="00D6476B" w:rsidSect="00FB410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F400C"/>
    <w:multiLevelType w:val="hybridMultilevel"/>
    <w:tmpl w:val="3D52BC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105"/>
    <w:rsid w:val="0000002D"/>
    <w:rsid w:val="000000AE"/>
    <w:rsid w:val="0000040A"/>
    <w:rsid w:val="000006D5"/>
    <w:rsid w:val="00000814"/>
    <w:rsid w:val="00000BAD"/>
    <w:rsid w:val="00000EBE"/>
    <w:rsid w:val="00001089"/>
    <w:rsid w:val="0000148A"/>
    <w:rsid w:val="00001C43"/>
    <w:rsid w:val="00002357"/>
    <w:rsid w:val="00002A7E"/>
    <w:rsid w:val="00002F9D"/>
    <w:rsid w:val="00003045"/>
    <w:rsid w:val="00003AA3"/>
    <w:rsid w:val="00004372"/>
    <w:rsid w:val="000049E9"/>
    <w:rsid w:val="00004B4E"/>
    <w:rsid w:val="000052C5"/>
    <w:rsid w:val="000057B3"/>
    <w:rsid w:val="0000589B"/>
    <w:rsid w:val="00005A3A"/>
    <w:rsid w:val="000072B6"/>
    <w:rsid w:val="0001029A"/>
    <w:rsid w:val="00011608"/>
    <w:rsid w:val="00011628"/>
    <w:rsid w:val="0001196D"/>
    <w:rsid w:val="00011B67"/>
    <w:rsid w:val="000121AF"/>
    <w:rsid w:val="00012325"/>
    <w:rsid w:val="000123E1"/>
    <w:rsid w:val="0001270D"/>
    <w:rsid w:val="00012FC3"/>
    <w:rsid w:val="00013D0E"/>
    <w:rsid w:val="000146A4"/>
    <w:rsid w:val="00014704"/>
    <w:rsid w:val="000158E2"/>
    <w:rsid w:val="000160C6"/>
    <w:rsid w:val="0001614B"/>
    <w:rsid w:val="00016540"/>
    <w:rsid w:val="00016A2E"/>
    <w:rsid w:val="00017003"/>
    <w:rsid w:val="00017094"/>
    <w:rsid w:val="000171C6"/>
    <w:rsid w:val="000178C0"/>
    <w:rsid w:val="00017CB3"/>
    <w:rsid w:val="00017FC0"/>
    <w:rsid w:val="000201FC"/>
    <w:rsid w:val="0002132D"/>
    <w:rsid w:val="00022953"/>
    <w:rsid w:val="00022DCC"/>
    <w:rsid w:val="000247FD"/>
    <w:rsid w:val="00024C2E"/>
    <w:rsid w:val="00024C64"/>
    <w:rsid w:val="00025111"/>
    <w:rsid w:val="00025216"/>
    <w:rsid w:val="00025928"/>
    <w:rsid w:val="00025A36"/>
    <w:rsid w:val="000265CA"/>
    <w:rsid w:val="00026A4A"/>
    <w:rsid w:val="0002711A"/>
    <w:rsid w:val="0003099A"/>
    <w:rsid w:val="00031389"/>
    <w:rsid w:val="000315C9"/>
    <w:rsid w:val="00031E15"/>
    <w:rsid w:val="00031EC9"/>
    <w:rsid w:val="00032D31"/>
    <w:rsid w:val="000335ED"/>
    <w:rsid w:val="0003408C"/>
    <w:rsid w:val="00034A0F"/>
    <w:rsid w:val="00034DDF"/>
    <w:rsid w:val="00036122"/>
    <w:rsid w:val="0003643A"/>
    <w:rsid w:val="00036811"/>
    <w:rsid w:val="00036BCD"/>
    <w:rsid w:val="00036CFA"/>
    <w:rsid w:val="00037130"/>
    <w:rsid w:val="00037263"/>
    <w:rsid w:val="00037353"/>
    <w:rsid w:val="0003798B"/>
    <w:rsid w:val="00040521"/>
    <w:rsid w:val="000406F1"/>
    <w:rsid w:val="0004078E"/>
    <w:rsid w:val="00042127"/>
    <w:rsid w:val="0004238A"/>
    <w:rsid w:val="000424A2"/>
    <w:rsid w:val="00042930"/>
    <w:rsid w:val="00042EE6"/>
    <w:rsid w:val="000440C5"/>
    <w:rsid w:val="00044685"/>
    <w:rsid w:val="000450E4"/>
    <w:rsid w:val="00047752"/>
    <w:rsid w:val="000501F4"/>
    <w:rsid w:val="00050807"/>
    <w:rsid w:val="0005156E"/>
    <w:rsid w:val="00051E4D"/>
    <w:rsid w:val="00051EF9"/>
    <w:rsid w:val="0005256F"/>
    <w:rsid w:val="00054B42"/>
    <w:rsid w:val="00054F28"/>
    <w:rsid w:val="00057800"/>
    <w:rsid w:val="00057CD4"/>
    <w:rsid w:val="0006052D"/>
    <w:rsid w:val="000606B4"/>
    <w:rsid w:val="00060AC2"/>
    <w:rsid w:val="00060B97"/>
    <w:rsid w:val="00061024"/>
    <w:rsid w:val="00061EB7"/>
    <w:rsid w:val="00062A5F"/>
    <w:rsid w:val="00062B0D"/>
    <w:rsid w:val="00062E30"/>
    <w:rsid w:val="00063A65"/>
    <w:rsid w:val="0006543C"/>
    <w:rsid w:val="00065D4B"/>
    <w:rsid w:val="0006697D"/>
    <w:rsid w:val="00066A1B"/>
    <w:rsid w:val="00067343"/>
    <w:rsid w:val="000708AB"/>
    <w:rsid w:val="00070C5B"/>
    <w:rsid w:val="00070D45"/>
    <w:rsid w:val="00070D7F"/>
    <w:rsid w:val="00071163"/>
    <w:rsid w:val="000715B3"/>
    <w:rsid w:val="00071A7A"/>
    <w:rsid w:val="0007247E"/>
    <w:rsid w:val="0007282B"/>
    <w:rsid w:val="00072B42"/>
    <w:rsid w:val="00073C38"/>
    <w:rsid w:val="0007409D"/>
    <w:rsid w:val="000743C8"/>
    <w:rsid w:val="000744EA"/>
    <w:rsid w:val="00074609"/>
    <w:rsid w:val="0007538D"/>
    <w:rsid w:val="0007709E"/>
    <w:rsid w:val="00077C50"/>
    <w:rsid w:val="000815B1"/>
    <w:rsid w:val="000819E0"/>
    <w:rsid w:val="00082660"/>
    <w:rsid w:val="000832B2"/>
    <w:rsid w:val="00083989"/>
    <w:rsid w:val="00083D31"/>
    <w:rsid w:val="00083EA3"/>
    <w:rsid w:val="00084123"/>
    <w:rsid w:val="000844CD"/>
    <w:rsid w:val="000844DC"/>
    <w:rsid w:val="00084F26"/>
    <w:rsid w:val="000854A4"/>
    <w:rsid w:val="00085E91"/>
    <w:rsid w:val="000860E0"/>
    <w:rsid w:val="00087551"/>
    <w:rsid w:val="00090675"/>
    <w:rsid w:val="00090B4E"/>
    <w:rsid w:val="0009143E"/>
    <w:rsid w:val="00091D08"/>
    <w:rsid w:val="00091D15"/>
    <w:rsid w:val="0009295D"/>
    <w:rsid w:val="000936BF"/>
    <w:rsid w:val="00095A03"/>
    <w:rsid w:val="00095A09"/>
    <w:rsid w:val="00095DB5"/>
    <w:rsid w:val="000975AF"/>
    <w:rsid w:val="00097E97"/>
    <w:rsid w:val="000A0112"/>
    <w:rsid w:val="000A0D17"/>
    <w:rsid w:val="000A0EFD"/>
    <w:rsid w:val="000A133D"/>
    <w:rsid w:val="000A1C0F"/>
    <w:rsid w:val="000A1C4F"/>
    <w:rsid w:val="000A1FC3"/>
    <w:rsid w:val="000A22BF"/>
    <w:rsid w:val="000A3302"/>
    <w:rsid w:val="000A3685"/>
    <w:rsid w:val="000A3CCE"/>
    <w:rsid w:val="000A46F1"/>
    <w:rsid w:val="000A4F1F"/>
    <w:rsid w:val="000A5226"/>
    <w:rsid w:val="000A6B63"/>
    <w:rsid w:val="000A6DB8"/>
    <w:rsid w:val="000A6DEC"/>
    <w:rsid w:val="000A7301"/>
    <w:rsid w:val="000A7C42"/>
    <w:rsid w:val="000A7D7E"/>
    <w:rsid w:val="000B00C4"/>
    <w:rsid w:val="000B16DC"/>
    <w:rsid w:val="000B23DA"/>
    <w:rsid w:val="000B2F38"/>
    <w:rsid w:val="000B3D43"/>
    <w:rsid w:val="000B4BCA"/>
    <w:rsid w:val="000B4BE1"/>
    <w:rsid w:val="000B549D"/>
    <w:rsid w:val="000B59E4"/>
    <w:rsid w:val="000B6440"/>
    <w:rsid w:val="000B68EE"/>
    <w:rsid w:val="000B7637"/>
    <w:rsid w:val="000B7C0E"/>
    <w:rsid w:val="000C336E"/>
    <w:rsid w:val="000C3B97"/>
    <w:rsid w:val="000C3BC4"/>
    <w:rsid w:val="000C3DAE"/>
    <w:rsid w:val="000C577C"/>
    <w:rsid w:val="000C596F"/>
    <w:rsid w:val="000C6019"/>
    <w:rsid w:val="000C65C8"/>
    <w:rsid w:val="000C7F09"/>
    <w:rsid w:val="000D0EDA"/>
    <w:rsid w:val="000D19C0"/>
    <w:rsid w:val="000D1CEC"/>
    <w:rsid w:val="000D23C7"/>
    <w:rsid w:val="000D29B0"/>
    <w:rsid w:val="000D31E1"/>
    <w:rsid w:val="000D3A54"/>
    <w:rsid w:val="000D3B38"/>
    <w:rsid w:val="000D409B"/>
    <w:rsid w:val="000D4157"/>
    <w:rsid w:val="000D423C"/>
    <w:rsid w:val="000D55C7"/>
    <w:rsid w:val="000D5877"/>
    <w:rsid w:val="000D59CA"/>
    <w:rsid w:val="000D607E"/>
    <w:rsid w:val="000D78D6"/>
    <w:rsid w:val="000E02CE"/>
    <w:rsid w:val="000E0EC8"/>
    <w:rsid w:val="000E2860"/>
    <w:rsid w:val="000E2D1D"/>
    <w:rsid w:val="000E2DE1"/>
    <w:rsid w:val="000E3ACA"/>
    <w:rsid w:val="000E3D21"/>
    <w:rsid w:val="000E3E56"/>
    <w:rsid w:val="000E4A6A"/>
    <w:rsid w:val="000E51A4"/>
    <w:rsid w:val="000E5BFF"/>
    <w:rsid w:val="000E7770"/>
    <w:rsid w:val="000E7DB0"/>
    <w:rsid w:val="000F06D2"/>
    <w:rsid w:val="000F0749"/>
    <w:rsid w:val="000F0763"/>
    <w:rsid w:val="000F083B"/>
    <w:rsid w:val="000F26A0"/>
    <w:rsid w:val="000F297E"/>
    <w:rsid w:val="000F2FDD"/>
    <w:rsid w:val="000F3B1C"/>
    <w:rsid w:val="000F4242"/>
    <w:rsid w:val="000F440E"/>
    <w:rsid w:val="000F4BB0"/>
    <w:rsid w:val="000F5ADE"/>
    <w:rsid w:val="000F5E8E"/>
    <w:rsid w:val="000F634F"/>
    <w:rsid w:val="000F7018"/>
    <w:rsid w:val="000F7849"/>
    <w:rsid w:val="000F7942"/>
    <w:rsid w:val="0010041F"/>
    <w:rsid w:val="00100973"/>
    <w:rsid w:val="00100B81"/>
    <w:rsid w:val="00101287"/>
    <w:rsid w:val="00101570"/>
    <w:rsid w:val="0010249B"/>
    <w:rsid w:val="00102C07"/>
    <w:rsid w:val="00103436"/>
    <w:rsid w:val="001036CB"/>
    <w:rsid w:val="00105936"/>
    <w:rsid w:val="00105F24"/>
    <w:rsid w:val="00105F49"/>
    <w:rsid w:val="00106F5B"/>
    <w:rsid w:val="00107441"/>
    <w:rsid w:val="00107BA0"/>
    <w:rsid w:val="00110109"/>
    <w:rsid w:val="001112BB"/>
    <w:rsid w:val="0011274D"/>
    <w:rsid w:val="00112902"/>
    <w:rsid w:val="00112D70"/>
    <w:rsid w:val="00113EB4"/>
    <w:rsid w:val="00113F07"/>
    <w:rsid w:val="00113F97"/>
    <w:rsid w:val="0011402F"/>
    <w:rsid w:val="0011410D"/>
    <w:rsid w:val="00115C70"/>
    <w:rsid w:val="001161A1"/>
    <w:rsid w:val="00116591"/>
    <w:rsid w:val="00116E96"/>
    <w:rsid w:val="001170C8"/>
    <w:rsid w:val="00117303"/>
    <w:rsid w:val="0011764D"/>
    <w:rsid w:val="0011788B"/>
    <w:rsid w:val="00117D93"/>
    <w:rsid w:val="00120910"/>
    <w:rsid w:val="00122A6B"/>
    <w:rsid w:val="00122AC8"/>
    <w:rsid w:val="0012344C"/>
    <w:rsid w:val="0012374A"/>
    <w:rsid w:val="00123F94"/>
    <w:rsid w:val="00124AB2"/>
    <w:rsid w:val="001252CE"/>
    <w:rsid w:val="001258B9"/>
    <w:rsid w:val="00126DC0"/>
    <w:rsid w:val="001306CA"/>
    <w:rsid w:val="00131257"/>
    <w:rsid w:val="00131DF0"/>
    <w:rsid w:val="001320D0"/>
    <w:rsid w:val="00132297"/>
    <w:rsid w:val="0013327C"/>
    <w:rsid w:val="0013432A"/>
    <w:rsid w:val="0013435E"/>
    <w:rsid w:val="0013572F"/>
    <w:rsid w:val="00135F63"/>
    <w:rsid w:val="0013782A"/>
    <w:rsid w:val="0014006C"/>
    <w:rsid w:val="00140286"/>
    <w:rsid w:val="00140A95"/>
    <w:rsid w:val="00140B1F"/>
    <w:rsid w:val="001411FC"/>
    <w:rsid w:val="0014150C"/>
    <w:rsid w:val="001420F1"/>
    <w:rsid w:val="00142970"/>
    <w:rsid w:val="00142BA9"/>
    <w:rsid w:val="00142BB4"/>
    <w:rsid w:val="00142EA3"/>
    <w:rsid w:val="001436FE"/>
    <w:rsid w:val="00143A3B"/>
    <w:rsid w:val="00145A26"/>
    <w:rsid w:val="001466B6"/>
    <w:rsid w:val="00146957"/>
    <w:rsid w:val="001476C9"/>
    <w:rsid w:val="00147D5D"/>
    <w:rsid w:val="00150C93"/>
    <w:rsid w:val="0015126B"/>
    <w:rsid w:val="00151481"/>
    <w:rsid w:val="0015163F"/>
    <w:rsid w:val="00152054"/>
    <w:rsid w:val="0015360B"/>
    <w:rsid w:val="00153794"/>
    <w:rsid w:val="001544AB"/>
    <w:rsid w:val="00154EA3"/>
    <w:rsid w:val="0015533F"/>
    <w:rsid w:val="0015708A"/>
    <w:rsid w:val="00157F06"/>
    <w:rsid w:val="00161D7C"/>
    <w:rsid w:val="00161F8E"/>
    <w:rsid w:val="00162FB2"/>
    <w:rsid w:val="00163800"/>
    <w:rsid w:val="00165959"/>
    <w:rsid w:val="001663F6"/>
    <w:rsid w:val="001679CA"/>
    <w:rsid w:val="00171977"/>
    <w:rsid w:val="00172576"/>
    <w:rsid w:val="00172928"/>
    <w:rsid w:val="00173642"/>
    <w:rsid w:val="00173D4A"/>
    <w:rsid w:val="00173D65"/>
    <w:rsid w:val="00173FBE"/>
    <w:rsid w:val="00174B05"/>
    <w:rsid w:val="00174E1C"/>
    <w:rsid w:val="0017509C"/>
    <w:rsid w:val="001757C3"/>
    <w:rsid w:val="00177348"/>
    <w:rsid w:val="0017752D"/>
    <w:rsid w:val="001776FE"/>
    <w:rsid w:val="0017784F"/>
    <w:rsid w:val="00177D1D"/>
    <w:rsid w:val="00177F49"/>
    <w:rsid w:val="0018028B"/>
    <w:rsid w:val="001809EF"/>
    <w:rsid w:val="001810BA"/>
    <w:rsid w:val="001816F2"/>
    <w:rsid w:val="001817F4"/>
    <w:rsid w:val="001818F3"/>
    <w:rsid w:val="00182505"/>
    <w:rsid w:val="00182980"/>
    <w:rsid w:val="00182D82"/>
    <w:rsid w:val="00182DC4"/>
    <w:rsid w:val="00184A4F"/>
    <w:rsid w:val="00186849"/>
    <w:rsid w:val="00186C5C"/>
    <w:rsid w:val="00186E15"/>
    <w:rsid w:val="0018736D"/>
    <w:rsid w:val="0018772C"/>
    <w:rsid w:val="00187BD7"/>
    <w:rsid w:val="001902CC"/>
    <w:rsid w:val="00190E4D"/>
    <w:rsid w:val="00191049"/>
    <w:rsid w:val="0019144B"/>
    <w:rsid w:val="001915C7"/>
    <w:rsid w:val="0019169F"/>
    <w:rsid w:val="00191815"/>
    <w:rsid w:val="00192775"/>
    <w:rsid w:val="00192C40"/>
    <w:rsid w:val="00192E6C"/>
    <w:rsid w:val="001934F0"/>
    <w:rsid w:val="00193901"/>
    <w:rsid w:val="00194692"/>
    <w:rsid w:val="001948A0"/>
    <w:rsid w:val="001949FC"/>
    <w:rsid w:val="00195A59"/>
    <w:rsid w:val="001970CA"/>
    <w:rsid w:val="00197128"/>
    <w:rsid w:val="00197D9B"/>
    <w:rsid w:val="001A01B3"/>
    <w:rsid w:val="001A1550"/>
    <w:rsid w:val="001A1E5B"/>
    <w:rsid w:val="001A28C5"/>
    <w:rsid w:val="001A464F"/>
    <w:rsid w:val="001A5627"/>
    <w:rsid w:val="001A5828"/>
    <w:rsid w:val="001A5A30"/>
    <w:rsid w:val="001A63C7"/>
    <w:rsid w:val="001A7E47"/>
    <w:rsid w:val="001B1FDF"/>
    <w:rsid w:val="001B1FEB"/>
    <w:rsid w:val="001B2921"/>
    <w:rsid w:val="001B41B9"/>
    <w:rsid w:val="001B570A"/>
    <w:rsid w:val="001B65D0"/>
    <w:rsid w:val="001B6EB2"/>
    <w:rsid w:val="001B729C"/>
    <w:rsid w:val="001B73B8"/>
    <w:rsid w:val="001B7B27"/>
    <w:rsid w:val="001B7BFD"/>
    <w:rsid w:val="001C08B9"/>
    <w:rsid w:val="001C0C12"/>
    <w:rsid w:val="001C0D3F"/>
    <w:rsid w:val="001C189F"/>
    <w:rsid w:val="001C1CFD"/>
    <w:rsid w:val="001C28F5"/>
    <w:rsid w:val="001C2CAB"/>
    <w:rsid w:val="001C577E"/>
    <w:rsid w:val="001C59BF"/>
    <w:rsid w:val="001C62C1"/>
    <w:rsid w:val="001C6B96"/>
    <w:rsid w:val="001C6E86"/>
    <w:rsid w:val="001C7BDD"/>
    <w:rsid w:val="001C7D53"/>
    <w:rsid w:val="001D0A38"/>
    <w:rsid w:val="001D1502"/>
    <w:rsid w:val="001D2660"/>
    <w:rsid w:val="001D27B8"/>
    <w:rsid w:val="001D2E8B"/>
    <w:rsid w:val="001D3010"/>
    <w:rsid w:val="001D345A"/>
    <w:rsid w:val="001D3BF7"/>
    <w:rsid w:val="001D3DF3"/>
    <w:rsid w:val="001D3EB7"/>
    <w:rsid w:val="001D47B4"/>
    <w:rsid w:val="001D4B3E"/>
    <w:rsid w:val="001D4F84"/>
    <w:rsid w:val="001D5337"/>
    <w:rsid w:val="001D5C60"/>
    <w:rsid w:val="001D6171"/>
    <w:rsid w:val="001D64CE"/>
    <w:rsid w:val="001D6A06"/>
    <w:rsid w:val="001D6D29"/>
    <w:rsid w:val="001D742B"/>
    <w:rsid w:val="001E0132"/>
    <w:rsid w:val="001E0328"/>
    <w:rsid w:val="001E0398"/>
    <w:rsid w:val="001E0970"/>
    <w:rsid w:val="001E0B50"/>
    <w:rsid w:val="001E18AE"/>
    <w:rsid w:val="001E1963"/>
    <w:rsid w:val="001E1E4D"/>
    <w:rsid w:val="001E2173"/>
    <w:rsid w:val="001E2442"/>
    <w:rsid w:val="001E27EE"/>
    <w:rsid w:val="001E30FF"/>
    <w:rsid w:val="001E3355"/>
    <w:rsid w:val="001E39AD"/>
    <w:rsid w:val="001E3B4A"/>
    <w:rsid w:val="001E3C47"/>
    <w:rsid w:val="001E3CE0"/>
    <w:rsid w:val="001E3E98"/>
    <w:rsid w:val="001E4047"/>
    <w:rsid w:val="001E4C0A"/>
    <w:rsid w:val="001E5492"/>
    <w:rsid w:val="001E58C1"/>
    <w:rsid w:val="001E59DB"/>
    <w:rsid w:val="001E5B01"/>
    <w:rsid w:val="001E5BBF"/>
    <w:rsid w:val="001E656F"/>
    <w:rsid w:val="001E65ED"/>
    <w:rsid w:val="001E69B3"/>
    <w:rsid w:val="001E6A58"/>
    <w:rsid w:val="001E6CB4"/>
    <w:rsid w:val="001E72C8"/>
    <w:rsid w:val="001F0243"/>
    <w:rsid w:val="001F0939"/>
    <w:rsid w:val="001F1190"/>
    <w:rsid w:val="001F1F74"/>
    <w:rsid w:val="001F25B3"/>
    <w:rsid w:val="001F3305"/>
    <w:rsid w:val="001F4344"/>
    <w:rsid w:val="001F4422"/>
    <w:rsid w:val="001F44E5"/>
    <w:rsid w:val="001F47CE"/>
    <w:rsid w:val="001F48E3"/>
    <w:rsid w:val="001F4B17"/>
    <w:rsid w:val="001F5382"/>
    <w:rsid w:val="001F6C92"/>
    <w:rsid w:val="001F6E9B"/>
    <w:rsid w:val="001F705E"/>
    <w:rsid w:val="001F73DF"/>
    <w:rsid w:val="001F765C"/>
    <w:rsid w:val="001F7AA1"/>
    <w:rsid w:val="00200ABC"/>
    <w:rsid w:val="00200CAB"/>
    <w:rsid w:val="0020143F"/>
    <w:rsid w:val="00201A8C"/>
    <w:rsid w:val="00202B33"/>
    <w:rsid w:val="00202E17"/>
    <w:rsid w:val="00203DFC"/>
    <w:rsid w:val="0020438F"/>
    <w:rsid w:val="00204842"/>
    <w:rsid w:val="00204D97"/>
    <w:rsid w:val="0020527F"/>
    <w:rsid w:val="00205A4B"/>
    <w:rsid w:val="00205D6D"/>
    <w:rsid w:val="0020639B"/>
    <w:rsid w:val="002064D5"/>
    <w:rsid w:val="0020679C"/>
    <w:rsid w:val="00206C12"/>
    <w:rsid w:val="00206CA0"/>
    <w:rsid w:val="00207FC4"/>
    <w:rsid w:val="00210F8C"/>
    <w:rsid w:val="002113B2"/>
    <w:rsid w:val="00211459"/>
    <w:rsid w:val="002118D4"/>
    <w:rsid w:val="002120E6"/>
    <w:rsid w:val="00212C76"/>
    <w:rsid w:val="00212CA1"/>
    <w:rsid w:val="002131D9"/>
    <w:rsid w:val="0021385D"/>
    <w:rsid w:val="0021410A"/>
    <w:rsid w:val="00214F88"/>
    <w:rsid w:val="00215324"/>
    <w:rsid w:val="0021547B"/>
    <w:rsid w:val="00215764"/>
    <w:rsid w:val="002157C2"/>
    <w:rsid w:val="00215CFA"/>
    <w:rsid w:val="00215D12"/>
    <w:rsid w:val="00215DC3"/>
    <w:rsid w:val="00216170"/>
    <w:rsid w:val="0021664D"/>
    <w:rsid w:val="00217403"/>
    <w:rsid w:val="0022057C"/>
    <w:rsid w:val="00220C50"/>
    <w:rsid w:val="00221561"/>
    <w:rsid w:val="00221775"/>
    <w:rsid w:val="0022186F"/>
    <w:rsid w:val="00221B10"/>
    <w:rsid w:val="00221D40"/>
    <w:rsid w:val="0022228A"/>
    <w:rsid w:val="00223579"/>
    <w:rsid w:val="00223924"/>
    <w:rsid w:val="0022410F"/>
    <w:rsid w:val="00224BF8"/>
    <w:rsid w:val="00225689"/>
    <w:rsid w:val="00225BBE"/>
    <w:rsid w:val="00225BE6"/>
    <w:rsid w:val="00225F13"/>
    <w:rsid w:val="002261EE"/>
    <w:rsid w:val="0022755C"/>
    <w:rsid w:val="00227E35"/>
    <w:rsid w:val="002300EA"/>
    <w:rsid w:val="00230718"/>
    <w:rsid w:val="002310CF"/>
    <w:rsid w:val="00231208"/>
    <w:rsid w:val="00231A97"/>
    <w:rsid w:val="00231B05"/>
    <w:rsid w:val="00231C3B"/>
    <w:rsid w:val="00231CD9"/>
    <w:rsid w:val="00231E57"/>
    <w:rsid w:val="00232720"/>
    <w:rsid w:val="00233845"/>
    <w:rsid w:val="00234028"/>
    <w:rsid w:val="002344C6"/>
    <w:rsid w:val="0023483C"/>
    <w:rsid w:val="00235BF8"/>
    <w:rsid w:val="00235E2B"/>
    <w:rsid w:val="002365AA"/>
    <w:rsid w:val="0023671E"/>
    <w:rsid w:val="00236EA3"/>
    <w:rsid w:val="00237C91"/>
    <w:rsid w:val="002407A1"/>
    <w:rsid w:val="00241B13"/>
    <w:rsid w:val="00242A1B"/>
    <w:rsid w:val="00242D64"/>
    <w:rsid w:val="00243131"/>
    <w:rsid w:val="00243A00"/>
    <w:rsid w:val="0024479D"/>
    <w:rsid w:val="002449B8"/>
    <w:rsid w:val="002455F9"/>
    <w:rsid w:val="002462C7"/>
    <w:rsid w:val="0024631E"/>
    <w:rsid w:val="00246552"/>
    <w:rsid w:val="00246851"/>
    <w:rsid w:val="0024692C"/>
    <w:rsid w:val="002475F2"/>
    <w:rsid w:val="00247B3E"/>
    <w:rsid w:val="00247BBD"/>
    <w:rsid w:val="00247F3B"/>
    <w:rsid w:val="002503D8"/>
    <w:rsid w:val="00250476"/>
    <w:rsid w:val="0025053F"/>
    <w:rsid w:val="00250689"/>
    <w:rsid w:val="0025088F"/>
    <w:rsid w:val="002510C8"/>
    <w:rsid w:val="0025179B"/>
    <w:rsid w:val="0025251A"/>
    <w:rsid w:val="00252C22"/>
    <w:rsid w:val="00252FA7"/>
    <w:rsid w:val="00253006"/>
    <w:rsid w:val="002536E7"/>
    <w:rsid w:val="00253CF2"/>
    <w:rsid w:val="002547B1"/>
    <w:rsid w:val="00254D05"/>
    <w:rsid w:val="0025638F"/>
    <w:rsid w:val="00256876"/>
    <w:rsid w:val="00260037"/>
    <w:rsid w:val="002605DB"/>
    <w:rsid w:val="0026108E"/>
    <w:rsid w:val="002610D3"/>
    <w:rsid w:val="0026188E"/>
    <w:rsid w:val="0026329C"/>
    <w:rsid w:val="002647C5"/>
    <w:rsid w:val="00264E7C"/>
    <w:rsid w:val="00264FC8"/>
    <w:rsid w:val="0026555B"/>
    <w:rsid w:val="00265B04"/>
    <w:rsid w:val="00265E0A"/>
    <w:rsid w:val="00266192"/>
    <w:rsid w:val="00266862"/>
    <w:rsid w:val="00266B5D"/>
    <w:rsid w:val="002715D7"/>
    <w:rsid w:val="00271B7E"/>
    <w:rsid w:val="00271DF7"/>
    <w:rsid w:val="00271FDF"/>
    <w:rsid w:val="00273B2C"/>
    <w:rsid w:val="00273F9B"/>
    <w:rsid w:val="002741C9"/>
    <w:rsid w:val="0027456A"/>
    <w:rsid w:val="0027479A"/>
    <w:rsid w:val="00274882"/>
    <w:rsid w:val="00274982"/>
    <w:rsid w:val="00274B15"/>
    <w:rsid w:val="00274BBA"/>
    <w:rsid w:val="00274D8B"/>
    <w:rsid w:val="00275852"/>
    <w:rsid w:val="00275AAB"/>
    <w:rsid w:val="00275AD1"/>
    <w:rsid w:val="00275C1E"/>
    <w:rsid w:val="0027610C"/>
    <w:rsid w:val="00277027"/>
    <w:rsid w:val="00277681"/>
    <w:rsid w:val="00277AD5"/>
    <w:rsid w:val="002807A7"/>
    <w:rsid w:val="00280BA7"/>
    <w:rsid w:val="00280E1B"/>
    <w:rsid w:val="00281A5D"/>
    <w:rsid w:val="00281BB7"/>
    <w:rsid w:val="002820CB"/>
    <w:rsid w:val="00282255"/>
    <w:rsid w:val="0028285B"/>
    <w:rsid w:val="00282905"/>
    <w:rsid w:val="002829BA"/>
    <w:rsid w:val="00282AF0"/>
    <w:rsid w:val="00282D78"/>
    <w:rsid w:val="00282F69"/>
    <w:rsid w:val="002834B1"/>
    <w:rsid w:val="00283653"/>
    <w:rsid w:val="002837B8"/>
    <w:rsid w:val="002838A0"/>
    <w:rsid w:val="0028475B"/>
    <w:rsid w:val="00285482"/>
    <w:rsid w:val="002854C9"/>
    <w:rsid w:val="0029006D"/>
    <w:rsid w:val="0029016B"/>
    <w:rsid w:val="00290F61"/>
    <w:rsid w:val="00291637"/>
    <w:rsid w:val="00291B0F"/>
    <w:rsid w:val="0029216C"/>
    <w:rsid w:val="00292549"/>
    <w:rsid w:val="00293095"/>
    <w:rsid w:val="00293C04"/>
    <w:rsid w:val="00294046"/>
    <w:rsid w:val="00295861"/>
    <w:rsid w:val="002967A3"/>
    <w:rsid w:val="0029682B"/>
    <w:rsid w:val="00297043"/>
    <w:rsid w:val="0029727E"/>
    <w:rsid w:val="00297873"/>
    <w:rsid w:val="002A0655"/>
    <w:rsid w:val="002A0C37"/>
    <w:rsid w:val="002A1172"/>
    <w:rsid w:val="002A2157"/>
    <w:rsid w:val="002A2489"/>
    <w:rsid w:val="002A2813"/>
    <w:rsid w:val="002A2FBF"/>
    <w:rsid w:val="002A402D"/>
    <w:rsid w:val="002A4372"/>
    <w:rsid w:val="002A47E8"/>
    <w:rsid w:val="002A49EC"/>
    <w:rsid w:val="002A550A"/>
    <w:rsid w:val="002A5F00"/>
    <w:rsid w:val="002A7413"/>
    <w:rsid w:val="002A742A"/>
    <w:rsid w:val="002A7BED"/>
    <w:rsid w:val="002B0034"/>
    <w:rsid w:val="002B0063"/>
    <w:rsid w:val="002B0609"/>
    <w:rsid w:val="002B0AC6"/>
    <w:rsid w:val="002B17A0"/>
    <w:rsid w:val="002B1A44"/>
    <w:rsid w:val="002B1B30"/>
    <w:rsid w:val="002B1E23"/>
    <w:rsid w:val="002B2429"/>
    <w:rsid w:val="002B3347"/>
    <w:rsid w:val="002B4642"/>
    <w:rsid w:val="002B4D94"/>
    <w:rsid w:val="002B5D89"/>
    <w:rsid w:val="002B6875"/>
    <w:rsid w:val="002B75F4"/>
    <w:rsid w:val="002B7EBB"/>
    <w:rsid w:val="002C0CFE"/>
    <w:rsid w:val="002C1522"/>
    <w:rsid w:val="002C1F6A"/>
    <w:rsid w:val="002C2C43"/>
    <w:rsid w:val="002C43B6"/>
    <w:rsid w:val="002C5399"/>
    <w:rsid w:val="002C56E7"/>
    <w:rsid w:val="002C62AB"/>
    <w:rsid w:val="002C6CC0"/>
    <w:rsid w:val="002C7BCC"/>
    <w:rsid w:val="002C7F34"/>
    <w:rsid w:val="002D05FC"/>
    <w:rsid w:val="002D1665"/>
    <w:rsid w:val="002D178A"/>
    <w:rsid w:val="002D2B83"/>
    <w:rsid w:val="002D36D9"/>
    <w:rsid w:val="002D3899"/>
    <w:rsid w:val="002D427A"/>
    <w:rsid w:val="002D4FCD"/>
    <w:rsid w:val="002D5138"/>
    <w:rsid w:val="002D56D2"/>
    <w:rsid w:val="002D572F"/>
    <w:rsid w:val="002D66B1"/>
    <w:rsid w:val="002D6867"/>
    <w:rsid w:val="002D6BD9"/>
    <w:rsid w:val="002D747B"/>
    <w:rsid w:val="002D74A3"/>
    <w:rsid w:val="002E002E"/>
    <w:rsid w:val="002E00EA"/>
    <w:rsid w:val="002E028B"/>
    <w:rsid w:val="002E0617"/>
    <w:rsid w:val="002E0795"/>
    <w:rsid w:val="002E1FF9"/>
    <w:rsid w:val="002E2632"/>
    <w:rsid w:val="002E40A3"/>
    <w:rsid w:val="002E4B47"/>
    <w:rsid w:val="002E584F"/>
    <w:rsid w:val="002E5B9B"/>
    <w:rsid w:val="002E5EFD"/>
    <w:rsid w:val="002E62AC"/>
    <w:rsid w:val="002E6380"/>
    <w:rsid w:val="002E7049"/>
    <w:rsid w:val="002E746C"/>
    <w:rsid w:val="002E7C5E"/>
    <w:rsid w:val="002F09FC"/>
    <w:rsid w:val="002F100A"/>
    <w:rsid w:val="002F223B"/>
    <w:rsid w:val="002F224C"/>
    <w:rsid w:val="002F3352"/>
    <w:rsid w:val="002F348E"/>
    <w:rsid w:val="002F37CE"/>
    <w:rsid w:val="002F53D7"/>
    <w:rsid w:val="002F59AC"/>
    <w:rsid w:val="002F5F2F"/>
    <w:rsid w:val="002F65B1"/>
    <w:rsid w:val="002F7916"/>
    <w:rsid w:val="0030037F"/>
    <w:rsid w:val="0030053D"/>
    <w:rsid w:val="003007B0"/>
    <w:rsid w:val="00301418"/>
    <w:rsid w:val="00301DD9"/>
    <w:rsid w:val="0030268B"/>
    <w:rsid w:val="00302D78"/>
    <w:rsid w:val="003044D6"/>
    <w:rsid w:val="00304EFD"/>
    <w:rsid w:val="00305578"/>
    <w:rsid w:val="00306142"/>
    <w:rsid w:val="00306799"/>
    <w:rsid w:val="00306A61"/>
    <w:rsid w:val="003106CF"/>
    <w:rsid w:val="00311A64"/>
    <w:rsid w:val="0031200B"/>
    <w:rsid w:val="003120D1"/>
    <w:rsid w:val="00312571"/>
    <w:rsid w:val="00312954"/>
    <w:rsid w:val="00313DAE"/>
    <w:rsid w:val="00313E1A"/>
    <w:rsid w:val="00313FD7"/>
    <w:rsid w:val="0031411D"/>
    <w:rsid w:val="00314FBC"/>
    <w:rsid w:val="003152E3"/>
    <w:rsid w:val="0031550E"/>
    <w:rsid w:val="0031581C"/>
    <w:rsid w:val="003158CA"/>
    <w:rsid w:val="00315D37"/>
    <w:rsid w:val="00316048"/>
    <w:rsid w:val="00316158"/>
    <w:rsid w:val="00316603"/>
    <w:rsid w:val="003166D8"/>
    <w:rsid w:val="00316886"/>
    <w:rsid w:val="00316B6A"/>
    <w:rsid w:val="00316F15"/>
    <w:rsid w:val="00317066"/>
    <w:rsid w:val="00320822"/>
    <w:rsid w:val="0032120B"/>
    <w:rsid w:val="00321E5E"/>
    <w:rsid w:val="003225E1"/>
    <w:rsid w:val="003234C6"/>
    <w:rsid w:val="00323EFF"/>
    <w:rsid w:val="00324ECA"/>
    <w:rsid w:val="0032516E"/>
    <w:rsid w:val="00325325"/>
    <w:rsid w:val="00325469"/>
    <w:rsid w:val="00325B0D"/>
    <w:rsid w:val="00325E7F"/>
    <w:rsid w:val="003260A1"/>
    <w:rsid w:val="003260BB"/>
    <w:rsid w:val="003267FF"/>
    <w:rsid w:val="00326EAA"/>
    <w:rsid w:val="00327082"/>
    <w:rsid w:val="0032797A"/>
    <w:rsid w:val="0032799E"/>
    <w:rsid w:val="00327F12"/>
    <w:rsid w:val="003328DF"/>
    <w:rsid w:val="003334BC"/>
    <w:rsid w:val="00333532"/>
    <w:rsid w:val="00333B74"/>
    <w:rsid w:val="00333DFC"/>
    <w:rsid w:val="003346DF"/>
    <w:rsid w:val="0033474C"/>
    <w:rsid w:val="00334A71"/>
    <w:rsid w:val="00334AB1"/>
    <w:rsid w:val="00335123"/>
    <w:rsid w:val="00335140"/>
    <w:rsid w:val="00335687"/>
    <w:rsid w:val="00335D49"/>
    <w:rsid w:val="00336DF1"/>
    <w:rsid w:val="00337FEB"/>
    <w:rsid w:val="00340CA2"/>
    <w:rsid w:val="003411D4"/>
    <w:rsid w:val="00341C83"/>
    <w:rsid w:val="0034294E"/>
    <w:rsid w:val="003438C4"/>
    <w:rsid w:val="00343EC0"/>
    <w:rsid w:val="00343F05"/>
    <w:rsid w:val="00344BFC"/>
    <w:rsid w:val="00345168"/>
    <w:rsid w:val="00345F43"/>
    <w:rsid w:val="003462B5"/>
    <w:rsid w:val="003465E6"/>
    <w:rsid w:val="00347294"/>
    <w:rsid w:val="003474F5"/>
    <w:rsid w:val="00347E2D"/>
    <w:rsid w:val="00351006"/>
    <w:rsid w:val="00351948"/>
    <w:rsid w:val="003519A7"/>
    <w:rsid w:val="00351E17"/>
    <w:rsid w:val="00351F3D"/>
    <w:rsid w:val="00351F75"/>
    <w:rsid w:val="00352028"/>
    <w:rsid w:val="003525CE"/>
    <w:rsid w:val="003538BB"/>
    <w:rsid w:val="0035461A"/>
    <w:rsid w:val="003554F8"/>
    <w:rsid w:val="003569E7"/>
    <w:rsid w:val="00356F18"/>
    <w:rsid w:val="0035704B"/>
    <w:rsid w:val="003606F6"/>
    <w:rsid w:val="003609D1"/>
    <w:rsid w:val="00360D51"/>
    <w:rsid w:val="00360FCA"/>
    <w:rsid w:val="00361090"/>
    <w:rsid w:val="003610FF"/>
    <w:rsid w:val="0036133A"/>
    <w:rsid w:val="00362825"/>
    <w:rsid w:val="00362F4F"/>
    <w:rsid w:val="0036359C"/>
    <w:rsid w:val="00363B2B"/>
    <w:rsid w:val="0036401A"/>
    <w:rsid w:val="003643E2"/>
    <w:rsid w:val="00364759"/>
    <w:rsid w:val="00364ECF"/>
    <w:rsid w:val="00364FB4"/>
    <w:rsid w:val="00365FAB"/>
    <w:rsid w:val="003661BC"/>
    <w:rsid w:val="003661FE"/>
    <w:rsid w:val="003679EA"/>
    <w:rsid w:val="003702F0"/>
    <w:rsid w:val="003704D5"/>
    <w:rsid w:val="00370567"/>
    <w:rsid w:val="003707FC"/>
    <w:rsid w:val="0037086A"/>
    <w:rsid w:val="00370FF7"/>
    <w:rsid w:val="00371071"/>
    <w:rsid w:val="0037108E"/>
    <w:rsid w:val="00371C8F"/>
    <w:rsid w:val="00372C0D"/>
    <w:rsid w:val="00372E2A"/>
    <w:rsid w:val="003736B3"/>
    <w:rsid w:val="00373748"/>
    <w:rsid w:val="00373BF0"/>
    <w:rsid w:val="00374007"/>
    <w:rsid w:val="0037419D"/>
    <w:rsid w:val="0037422C"/>
    <w:rsid w:val="00374494"/>
    <w:rsid w:val="003746F2"/>
    <w:rsid w:val="00374A80"/>
    <w:rsid w:val="00375E31"/>
    <w:rsid w:val="0037678D"/>
    <w:rsid w:val="00376C34"/>
    <w:rsid w:val="00376C7A"/>
    <w:rsid w:val="003771AD"/>
    <w:rsid w:val="003775DF"/>
    <w:rsid w:val="00377C8D"/>
    <w:rsid w:val="00377DED"/>
    <w:rsid w:val="003807CB"/>
    <w:rsid w:val="003809D8"/>
    <w:rsid w:val="0038115C"/>
    <w:rsid w:val="0038262C"/>
    <w:rsid w:val="003835E1"/>
    <w:rsid w:val="00383DD3"/>
    <w:rsid w:val="00383DE1"/>
    <w:rsid w:val="00384359"/>
    <w:rsid w:val="00385017"/>
    <w:rsid w:val="0038551A"/>
    <w:rsid w:val="0038556E"/>
    <w:rsid w:val="00385BDC"/>
    <w:rsid w:val="00385FE6"/>
    <w:rsid w:val="00386413"/>
    <w:rsid w:val="00386C75"/>
    <w:rsid w:val="00386E19"/>
    <w:rsid w:val="00386E3D"/>
    <w:rsid w:val="00387400"/>
    <w:rsid w:val="0038761A"/>
    <w:rsid w:val="0038766B"/>
    <w:rsid w:val="00390216"/>
    <w:rsid w:val="00391413"/>
    <w:rsid w:val="003914FE"/>
    <w:rsid w:val="00391960"/>
    <w:rsid w:val="0039339C"/>
    <w:rsid w:val="0039360C"/>
    <w:rsid w:val="00393691"/>
    <w:rsid w:val="0039380F"/>
    <w:rsid w:val="003958D2"/>
    <w:rsid w:val="003959A3"/>
    <w:rsid w:val="00395B25"/>
    <w:rsid w:val="003960A7"/>
    <w:rsid w:val="003967D7"/>
    <w:rsid w:val="00396AE0"/>
    <w:rsid w:val="0039716A"/>
    <w:rsid w:val="00397496"/>
    <w:rsid w:val="003974AE"/>
    <w:rsid w:val="00397C53"/>
    <w:rsid w:val="00397D72"/>
    <w:rsid w:val="003A02C3"/>
    <w:rsid w:val="003A0392"/>
    <w:rsid w:val="003A150E"/>
    <w:rsid w:val="003A19B3"/>
    <w:rsid w:val="003A1A34"/>
    <w:rsid w:val="003A1EDA"/>
    <w:rsid w:val="003A287E"/>
    <w:rsid w:val="003A2D7F"/>
    <w:rsid w:val="003A2DDB"/>
    <w:rsid w:val="003A35E7"/>
    <w:rsid w:val="003A3733"/>
    <w:rsid w:val="003A40E9"/>
    <w:rsid w:val="003A4A66"/>
    <w:rsid w:val="003A50DB"/>
    <w:rsid w:val="003A71B2"/>
    <w:rsid w:val="003A71B4"/>
    <w:rsid w:val="003A7281"/>
    <w:rsid w:val="003A78AA"/>
    <w:rsid w:val="003B14C0"/>
    <w:rsid w:val="003B1AB4"/>
    <w:rsid w:val="003B32AE"/>
    <w:rsid w:val="003B4A85"/>
    <w:rsid w:val="003B4B8F"/>
    <w:rsid w:val="003B5473"/>
    <w:rsid w:val="003B55D3"/>
    <w:rsid w:val="003B5653"/>
    <w:rsid w:val="003B56FE"/>
    <w:rsid w:val="003B57B3"/>
    <w:rsid w:val="003B58A1"/>
    <w:rsid w:val="003B60AB"/>
    <w:rsid w:val="003B6849"/>
    <w:rsid w:val="003B7DE2"/>
    <w:rsid w:val="003C0089"/>
    <w:rsid w:val="003C0D0C"/>
    <w:rsid w:val="003C1418"/>
    <w:rsid w:val="003C1751"/>
    <w:rsid w:val="003C1F71"/>
    <w:rsid w:val="003C2C49"/>
    <w:rsid w:val="003C2F6D"/>
    <w:rsid w:val="003C3339"/>
    <w:rsid w:val="003C3801"/>
    <w:rsid w:val="003C5296"/>
    <w:rsid w:val="003C58A2"/>
    <w:rsid w:val="003C5FBE"/>
    <w:rsid w:val="003C7167"/>
    <w:rsid w:val="003C7688"/>
    <w:rsid w:val="003C79C2"/>
    <w:rsid w:val="003C7C6D"/>
    <w:rsid w:val="003D013A"/>
    <w:rsid w:val="003D0F0C"/>
    <w:rsid w:val="003D22DC"/>
    <w:rsid w:val="003D28CC"/>
    <w:rsid w:val="003D312F"/>
    <w:rsid w:val="003D3F2A"/>
    <w:rsid w:val="003D458D"/>
    <w:rsid w:val="003D531C"/>
    <w:rsid w:val="003D5384"/>
    <w:rsid w:val="003D653F"/>
    <w:rsid w:val="003D7D5D"/>
    <w:rsid w:val="003D7EAC"/>
    <w:rsid w:val="003E0760"/>
    <w:rsid w:val="003E0832"/>
    <w:rsid w:val="003E0FD4"/>
    <w:rsid w:val="003E177B"/>
    <w:rsid w:val="003E1A4E"/>
    <w:rsid w:val="003E2198"/>
    <w:rsid w:val="003E2BA7"/>
    <w:rsid w:val="003E305C"/>
    <w:rsid w:val="003E33E0"/>
    <w:rsid w:val="003E3C09"/>
    <w:rsid w:val="003E40D3"/>
    <w:rsid w:val="003E4451"/>
    <w:rsid w:val="003E44B1"/>
    <w:rsid w:val="003E4B56"/>
    <w:rsid w:val="003E4D45"/>
    <w:rsid w:val="003E54CC"/>
    <w:rsid w:val="003E5751"/>
    <w:rsid w:val="003E5B22"/>
    <w:rsid w:val="003E5D4E"/>
    <w:rsid w:val="003E5FB4"/>
    <w:rsid w:val="003E6406"/>
    <w:rsid w:val="003E6923"/>
    <w:rsid w:val="003E7065"/>
    <w:rsid w:val="003E7952"/>
    <w:rsid w:val="003F0A98"/>
    <w:rsid w:val="003F0EDE"/>
    <w:rsid w:val="003F10D0"/>
    <w:rsid w:val="003F1204"/>
    <w:rsid w:val="003F1B63"/>
    <w:rsid w:val="003F2434"/>
    <w:rsid w:val="003F2630"/>
    <w:rsid w:val="003F2745"/>
    <w:rsid w:val="003F27E8"/>
    <w:rsid w:val="003F3444"/>
    <w:rsid w:val="003F44DD"/>
    <w:rsid w:val="003F4D1C"/>
    <w:rsid w:val="003F5558"/>
    <w:rsid w:val="003F6988"/>
    <w:rsid w:val="003F6D10"/>
    <w:rsid w:val="003F6F92"/>
    <w:rsid w:val="003F7BF6"/>
    <w:rsid w:val="003F7DB9"/>
    <w:rsid w:val="003F7FE6"/>
    <w:rsid w:val="00400397"/>
    <w:rsid w:val="00400A77"/>
    <w:rsid w:val="00400B48"/>
    <w:rsid w:val="00400DE4"/>
    <w:rsid w:val="00401AE0"/>
    <w:rsid w:val="00401B15"/>
    <w:rsid w:val="00401E61"/>
    <w:rsid w:val="004024D8"/>
    <w:rsid w:val="0040297E"/>
    <w:rsid w:val="00402BA9"/>
    <w:rsid w:val="00403188"/>
    <w:rsid w:val="004031EA"/>
    <w:rsid w:val="004037A5"/>
    <w:rsid w:val="00405075"/>
    <w:rsid w:val="00405E7D"/>
    <w:rsid w:val="0041044C"/>
    <w:rsid w:val="004104AA"/>
    <w:rsid w:val="004104F3"/>
    <w:rsid w:val="00410E2F"/>
    <w:rsid w:val="0041111A"/>
    <w:rsid w:val="00411BA4"/>
    <w:rsid w:val="00411C19"/>
    <w:rsid w:val="004126A9"/>
    <w:rsid w:val="00412AC1"/>
    <w:rsid w:val="00412EF3"/>
    <w:rsid w:val="00413014"/>
    <w:rsid w:val="00413A22"/>
    <w:rsid w:val="00413BA9"/>
    <w:rsid w:val="00414032"/>
    <w:rsid w:val="00414EB0"/>
    <w:rsid w:val="0041601E"/>
    <w:rsid w:val="004161EF"/>
    <w:rsid w:val="00416DBD"/>
    <w:rsid w:val="0041720D"/>
    <w:rsid w:val="0041751D"/>
    <w:rsid w:val="004203E0"/>
    <w:rsid w:val="004206D8"/>
    <w:rsid w:val="00421CE9"/>
    <w:rsid w:val="00421F0D"/>
    <w:rsid w:val="00422A54"/>
    <w:rsid w:val="004231E7"/>
    <w:rsid w:val="004232BF"/>
    <w:rsid w:val="00423328"/>
    <w:rsid w:val="00423508"/>
    <w:rsid w:val="00425611"/>
    <w:rsid w:val="004258B7"/>
    <w:rsid w:val="00425E63"/>
    <w:rsid w:val="00425ED0"/>
    <w:rsid w:val="00426B34"/>
    <w:rsid w:val="00427E26"/>
    <w:rsid w:val="00430547"/>
    <w:rsid w:val="0043323E"/>
    <w:rsid w:val="004335FF"/>
    <w:rsid w:val="0043369C"/>
    <w:rsid w:val="00433BDE"/>
    <w:rsid w:val="004342EF"/>
    <w:rsid w:val="0043434C"/>
    <w:rsid w:val="00434FE2"/>
    <w:rsid w:val="004359C9"/>
    <w:rsid w:val="004362A4"/>
    <w:rsid w:val="00436923"/>
    <w:rsid w:val="00436AF6"/>
    <w:rsid w:val="00440704"/>
    <w:rsid w:val="00443837"/>
    <w:rsid w:val="00444024"/>
    <w:rsid w:val="004445E2"/>
    <w:rsid w:val="004446E2"/>
    <w:rsid w:val="0044527A"/>
    <w:rsid w:val="004457FB"/>
    <w:rsid w:val="00445EA1"/>
    <w:rsid w:val="004460EE"/>
    <w:rsid w:val="00446199"/>
    <w:rsid w:val="0044673A"/>
    <w:rsid w:val="00446B2F"/>
    <w:rsid w:val="00446D5F"/>
    <w:rsid w:val="004475E8"/>
    <w:rsid w:val="00451A0E"/>
    <w:rsid w:val="004525C9"/>
    <w:rsid w:val="0045268B"/>
    <w:rsid w:val="0045373C"/>
    <w:rsid w:val="00453EF3"/>
    <w:rsid w:val="00455860"/>
    <w:rsid w:val="00455B3F"/>
    <w:rsid w:val="00455BCA"/>
    <w:rsid w:val="00456486"/>
    <w:rsid w:val="00457A10"/>
    <w:rsid w:val="00457D40"/>
    <w:rsid w:val="00460329"/>
    <w:rsid w:val="004613F0"/>
    <w:rsid w:val="00461F1C"/>
    <w:rsid w:val="00462804"/>
    <w:rsid w:val="0046347B"/>
    <w:rsid w:val="00465606"/>
    <w:rsid w:val="00465D7D"/>
    <w:rsid w:val="004661AF"/>
    <w:rsid w:val="0046701D"/>
    <w:rsid w:val="00467999"/>
    <w:rsid w:val="004705B5"/>
    <w:rsid w:val="00471097"/>
    <w:rsid w:val="00471946"/>
    <w:rsid w:val="00473860"/>
    <w:rsid w:val="004742B8"/>
    <w:rsid w:val="004742C2"/>
    <w:rsid w:val="0047467F"/>
    <w:rsid w:val="004759AB"/>
    <w:rsid w:val="00476118"/>
    <w:rsid w:val="004762DE"/>
    <w:rsid w:val="004770EA"/>
    <w:rsid w:val="00477189"/>
    <w:rsid w:val="00477250"/>
    <w:rsid w:val="00477456"/>
    <w:rsid w:val="00477CDE"/>
    <w:rsid w:val="00480ACF"/>
    <w:rsid w:val="00481148"/>
    <w:rsid w:val="004823BF"/>
    <w:rsid w:val="004828FF"/>
    <w:rsid w:val="0048345A"/>
    <w:rsid w:val="00484009"/>
    <w:rsid w:val="0048516F"/>
    <w:rsid w:val="00485DCF"/>
    <w:rsid w:val="00485E4F"/>
    <w:rsid w:val="0048783D"/>
    <w:rsid w:val="0048796C"/>
    <w:rsid w:val="00490A59"/>
    <w:rsid w:val="00490B37"/>
    <w:rsid w:val="00491791"/>
    <w:rsid w:val="0049180B"/>
    <w:rsid w:val="004918D2"/>
    <w:rsid w:val="00491BE3"/>
    <w:rsid w:val="00492421"/>
    <w:rsid w:val="0049279E"/>
    <w:rsid w:val="00493003"/>
    <w:rsid w:val="0049301F"/>
    <w:rsid w:val="0049327E"/>
    <w:rsid w:val="004939B3"/>
    <w:rsid w:val="0049587C"/>
    <w:rsid w:val="00495BDF"/>
    <w:rsid w:val="00496278"/>
    <w:rsid w:val="00496E18"/>
    <w:rsid w:val="004972A1"/>
    <w:rsid w:val="004A0BFE"/>
    <w:rsid w:val="004A23FF"/>
    <w:rsid w:val="004A2665"/>
    <w:rsid w:val="004A2C59"/>
    <w:rsid w:val="004A3848"/>
    <w:rsid w:val="004A471B"/>
    <w:rsid w:val="004A67FD"/>
    <w:rsid w:val="004A71C8"/>
    <w:rsid w:val="004A7455"/>
    <w:rsid w:val="004A747F"/>
    <w:rsid w:val="004A7A26"/>
    <w:rsid w:val="004B0344"/>
    <w:rsid w:val="004B0D6E"/>
    <w:rsid w:val="004B1261"/>
    <w:rsid w:val="004B2793"/>
    <w:rsid w:val="004B27A9"/>
    <w:rsid w:val="004B2E67"/>
    <w:rsid w:val="004B3BE2"/>
    <w:rsid w:val="004B41B8"/>
    <w:rsid w:val="004B4EBE"/>
    <w:rsid w:val="004B4F89"/>
    <w:rsid w:val="004B5A0D"/>
    <w:rsid w:val="004B5F81"/>
    <w:rsid w:val="004B61C6"/>
    <w:rsid w:val="004B62D8"/>
    <w:rsid w:val="004B6906"/>
    <w:rsid w:val="004B6FFD"/>
    <w:rsid w:val="004C0887"/>
    <w:rsid w:val="004C0A54"/>
    <w:rsid w:val="004C0CCC"/>
    <w:rsid w:val="004C1824"/>
    <w:rsid w:val="004C1C41"/>
    <w:rsid w:val="004C1E3E"/>
    <w:rsid w:val="004C2C55"/>
    <w:rsid w:val="004C2D9C"/>
    <w:rsid w:val="004C3452"/>
    <w:rsid w:val="004C3480"/>
    <w:rsid w:val="004C34B0"/>
    <w:rsid w:val="004C34CD"/>
    <w:rsid w:val="004C42E3"/>
    <w:rsid w:val="004C4703"/>
    <w:rsid w:val="004C4D27"/>
    <w:rsid w:val="004C4E3A"/>
    <w:rsid w:val="004C5423"/>
    <w:rsid w:val="004C629F"/>
    <w:rsid w:val="004C648B"/>
    <w:rsid w:val="004C746C"/>
    <w:rsid w:val="004C78FE"/>
    <w:rsid w:val="004D0ED8"/>
    <w:rsid w:val="004D0F13"/>
    <w:rsid w:val="004D1896"/>
    <w:rsid w:val="004D315C"/>
    <w:rsid w:val="004D33C7"/>
    <w:rsid w:val="004D3FAD"/>
    <w:rsid w:val="004D4280"/>
    <w:rsid w:val="004D5188"/>
    <w:rsid w:val="004D5621"/>
    <w:rsid w:val="004D5BA5"/>
    <w:rsid w:val="004D61CE"/>
    <w:rsid w:val="004D6311"/>
    <w:rsid w:val="004D6590"/>
    <w:rsid w:val="004D69DD"/>
    <w:rsid w:val="004D6A88"/>
    <w:rsid w:val="004D7483"/>
    <w:rsid w:val="004D74B7"/>
    <w:rsid w:val="004E0198"/>
    <w:rsid w:val="004E16B2"/>
    <w:rsid w:val="004E1B13"/>
    <w:rsid w:val="004E22DF"/>
    <w:rsid w:val="004E2609"/>
    <w:rsid w:val="004E2C9E"/>
    <w:rsid w:val="004E30B2"/>
    <w:rsid w:val="004E382B"/>
    <w:rsid w:val="004E3BC4"/>
    <w:rsid w:val="004E4A3D"/>
    <w:rsid w:val="004E5A6C"/>
    <w:rsid w:val="004E5E20"/>
    <w:rsid w:val="004E5FA4"/>
    <w:rsid w:val="004E6A63"/>
    <w:rsid w:val="004F023D"/>
    <w:rsid w:val="004F0459"/>
    <w:rsid w:val="004F0809"/>
    <w:rsid w:val="004F0D93"/>
    <w:rsid w:val="004F1732"/>
    <w:rsid w:val="004F1A9B"/>
    <w:rsid w:val="004F1E21"/>
    <w:rsid w:val="004F3DDF"/>
    <w:rsid w:val="004F4233"/>
    <w:rsid w:val="004F424F"/>
    <w:rsid w:val="004F4966"/>
    <w:rsid w:val="004F59A2"/>
    <w:rsid w:val="004F5CA9"/>
    <w:rsid w:val="00501B52"/>
    <w:rsid w:val="00501ED5"/>
    <w:rsid w:val="00501FDE"/>
    <w:rsid w:val="00502247"/>
    <w:rsid w:val="00502BE9"/>
    <w:rsid w:val="005034B7"/>
    <w:rsid w:val="005035CD"/>
    <w:rsid w:val="00504C96"/>
    <w:rsid w:val="0050519B"/>
    <w:rsid w:val="00505333"/>
    <w:rsid w:val="0050543E"/>
    <w:rsid w:val="00505637"/>
    <w:rsid w:val="00505907"/>
    <w:rsid w:val="0051011D"/>
    <w:rsid w:val="005101B7"/>
    <w:rsid w:val="005106CB"/>
    <w:rsid w:val="005117B4"/>
    <w:rsid w:val="00511CCD"/>
    <w:rsid w:val="00512ADD"/>
    <w:rsid w:val="00512C0B"/>
    <w:rsid w:val="005146A9"/>
    <w:rsid w:val="00514C5E"/>
    <w:rsid w:val="00515F0C"/>
    <w:rsid w:val="005160A3"/>
    <w:rsid w:val="00516487"/>
    <w:rsid w:val="00516B40"/>
    <w:rsid w:val="00520515"/>
    <w:rsid w:val="00520E49"/>
    <w:rsid w:val="005211A5"/>
    <w:rsid w:val="0052129B"/>
    <w:rsid w:val="00521F2D"/>
    <w:rsid w:val="005236D0"/>
    <w:rsid w:val="00524855"/>
    <w:rsid w:val="00524E0B"/>
    <w:rsid w:val="0052511E"/>
    <w:rsid w:val="005253A1"/>
    <w:rsid w:val="005256CC"/>
    <w:rsid w:val="005259A5"/>
    <w:rsid w:val="00525CA3"/>
    <w:rsid w:val="00525E92"/>
    <w:rsid w:val="005276A7"/>
    <w:rsid w:val="00527B34"/>
    <w:rsid w:val="00527BAD"/>
    <w:rsid w:val="00527D58"/>
    <w:rsid w:val="0053018D"/>
    <w:rsid w:val="005305C0"/>
    <w:rsid w:val="00530AF1"/>
    <w:rsid w:val="00530FA8"/>
    <w:rsid w:val="00531419"/>
    <w:rsid w:val="00531796"/>
    <w:rsid w:val="00531EC0"/>
    <w:rsid w:val="005321EF"/>
    <w:rsid w:val="0053279C"/>
    <w:rsid w:val="00532E7D"/>
    <w:rsid w:val="00532F72"/>
    <w:rsid w:val="005334DD"/>
    <w:rsid w:val="005336E7"/>
    <w:rsid w:val="00533A64"/>
    <w:rsid w:val="005341B0"/>
    <w:rsid w:val="0053541F"/>
    <w:rsid w:val="00535BF8"/>
    <w:rsid w:val="005368F2"/>
    <w:rsid w:val="005378C1"/>
    <w:rsid w:val="00537B98"/>
    <w:rsid w:val="00537EAE"/>
    <w:rsid w:val="0054002C"/>
    <w:rsid w:val="0054017E"/>
    <w:rsid w:val="00540261"/>
    <w:rsid w:val="00540545"/>
    <w:rsid w:val="00540950"/>
    <w:rsid w:val="005413A0"/>
    <w:rsid w:val="005418F2"/>
    <w:rsid w:val="00541A16"/>
    <w:rsid w:val="0054201C"/>
    <w:rsid w:val="005428C9"/>
    <w:rsid w:val="00542B0B"/>
    <w:rsid w:val="005432B8"/>
    <w:rsid w:val="00543AE5"/>
    <w:rsid w:val="00544700"/>
    <w:rsid w:val="00544854"/>
    <w:rsid w:val="0054733B"/>
    <w:rsid w:val="005476FC"/>
    <w:rsid w:val="00550123"/>
    <w:rsid w:val="0055098B"/>
    <w:rsid w:val="005513AC"/>
    <w:rsid w:val="00551BD6"/>
    <w:rsid w:val="005530A8"/>
    <w:rsid w:val="00554134"/>
    <w:rsid w:val="00555B17"/>
    <w:rsid w:val="0055637C"/>
    <w:rsid w:val="005575D7"/>
    <w:rsid w:val="00557947"/>
    <w:rsid w:val="00557F16"/>
    <w:rsid w:val="00557FAC"/>
    <w:rsid w:val="005604AA"/>
    <w:rsid w:val="0056069C"/>
    <w:rsid w:val="00560C76"/>
    <w:rsid w:val="00560E67"/>
    <w:rsid w:val="0056143A"/>
    <w:rsid w:val="005614B5"/>
    <w:rsid w:val="0056173A"/>
    <w:rsid w:val="00562BF6"/>
    <w:rsid w:val="00562DEF"/>
    <w:rsid w:val="00563BA1"/>
    <w:rsid w:val="00564962"/>
    <w:rsid w:val="00565A9A"/>
    <w:rsid w:val="0056635B"/>
    <w:rsid w:val="00566427"/>
    <w:rsid w:val="00570A51"/>
    <w:rsid w:val="00570AF1"/>
    <w:rsid w:val="00571337"/>
    <w:rsid w:val="00571863"/>
    <w:rsid w:val="00571BDA"/>
    <w:rsid w:val="005720ED"/>
    <w:rsid w:val="005723D4"/>
    <w:rsid w:val="005728BF"/>
    <w:rsid w:val="00572FDB"/>
    <w:rsid w:val="00573497"/>
    <w:rsid w:val="00573813"/>
    <w:rsid w:val="005738B0"/>
    <w:rsid w:val="005742AD"/>
    <w:rsid w:val="005749C0"/>
    <w:rsid w:val="00574FCF"/>
    <w:rsid w:val="00575003"/>
    <w:rsid w:val="005750B0"/>
    <w:rsid w:val="00575C4D"/>
    <w:rsid w:val="00575CC4"/>
    <w:rsid w:val="005760CB"/>
    <w:rsid w:val="00576BFC"/>
    <w:rsid w:val="005772D9"/>
    <w:rsid w:val="005773B5"/>
    <w:rsid w:val="005776D5"/>
    <w:rsid w:val="00577F7C"/>
    <w:rsid w:val="00580945"/>
    <w:rsid w:val="005811DB"/>
    <w:rsid w:val="0058197B"/>
    <w:rsid w:val="00581C7B"/>
    <w:rsid w:val="005822D4"/>
    <w:rsid w:val="00582402"/>
    <w:rsid w:val="00582896"/>
    <w:rsid w:val="00583178"/>
    <w:rsid w:val="00584293"/>
    <w:rsid w:val="00584362"/>
    <w:rsid w:val="00584380"/>
    <w:rsid w:val="00584659"/>
    <w:rsid w:val="0058508A"/>
    <w:rsid w:val="00585B7C"/>
    <w:rsid w:val="00586B47"/>
    <w:rsid w:val="00586C53"/>
    <w:rsid w:val="00587145"/>
    <w:rsid w:val="005875CB"/>
    <w:rsid w:val="00587679"/>
    <w:rsid w:val="00587931"/>
    <w:rsid w:val="005901E0"/>
    <w:rsid w:val="00590BE7"/>
    <w:rsid w:val="005919B4"/>
    <w:rsid w:val="0059278B"/>
    <w:rsid w:val="00593E24"/>
    <w:rsid w:val="00593E50"/>
    <w:rsid w:val="00594870"/>
    <w:rsid w:val="00594C0F"/>
    <w:rsid w:val="00594EC2"/>
    <w:rsid w:val="00595143"/>
    <w:rsid w:val="00595D48"/>
    <w:rsid w:val="005963FB"/>
    <w:rsid w:val="005969E5"/>
    <w:rsid w:val="00596B28"/>
    <w:rsid w:val="00596B39"/>
    <w:rsid w:val="00596EF0"/>
    <w:rsid w:val="005975A4"/>
    <w:rsid w:val="00597676"/>
    <w:rsid w:val="00597ECA"/>
    <w:rsid w:val="005A03CF"/>
    <w:rsid w:val="005A0A34"/>
    <w:rsid w:val="005A0A4A"/>
    <w:rsid w:val="005A128A"/>
    <w:rsid w:val="005A15F8"/>
    <w:rsid w:val="005A1811"/>
    <w:rsid w:val="005A1F4A"/>
    <w:rsid w:val="005A1FBB"/>
    <w:rsid w:val="005A2BE9"/>
    <w:rsid w:val="005A3158"/>
    <w:rsid w:val="005A42EE"/>
    <w:rsid w:val="005A4514"/>
    <w:rsid w:val="005A5371"/>
    <w:rsid w:val="005A54BC"/>
    <w:rsid w:val="005A5722"/>
    <w:rsid w:val="005A59B0"/>
    <w:rsid w:val="005A6A76"/>
    <w:rsid w:val="005A6B31"/>
    <w:rsid w:val="005A7DD9"/>
    <w:rsid w:val="005A7DF0"/>
    <w:rsid w:val="005B1334"/>
    <w:rsid w:val="005B15B0"/>
    <w:rsid w:val="005B178C"/>
    <w:rsid w:val="005B1E22"/>
    <w:rsid w:val="005B1EFB"/>
    <w:rsid w:val="005B22D6"/>
    <w:rsid w:val="005B30FD"/>
    <w:rsid w:val="005B34A0"/>
    <w:rsid w:val="005B379F"/>
    <w:rsid w:val="005B3D48"/>
    <w:rsid w:val="005B43FF"/>
    <w:rsid w:val="005B4599"/>
    <w:rsid w:val="005B45F9"/>
    <w:rsid w:val="005B4C73"/>
    <w:rsid w:val="005B5AD5"/>
    <w:rsid w:val="005B5B6A"/>
    <w:rsid w:val="005B5D09"/>
    <w:rsid w:val="005B63BC"/>
    <w:rsid w:val="005B6E8B"/>
    <w:rsid w:val="005B771F"/>
    <w:rsid w:val="005B7C27"/>
    <w:rsid w:val="005B7E4E"/>
    <w:rsid w:val="005C2AAF"/>
    <w:rsid w:val="005C2BCF"/>
    <w:rsid w:val="005C2FA0"/>
    <w:rsid w:val="005C36E6"/>
    <w:rsid w:val="005C3CBC"/>
    <w:rsid w:val="005C4443"/>
    <w:rsid w:val="005C4CF4"/>
    <w:rsid w:val="005C4F0E"/>
    <w:rsid w:val="005C5767"/>
    <w:rsid w:val="005C5C67"/>
    <w:rsid w:val="005C5F18"/>
    <w:rsid w:val="005C6031"/>
    <w:rsid w:val="005C7196"/>
    <w:rsid w:val="005D0CB7"/>
    <w:rsid w:val="005D11B2"/>
    <w:rsid w:val="005D26C3"/>
    <w:rsid w:val="005D2A3C"/>
    <w:rsid w:val="005D32AD"/>
    <w:rsid w:val="005D37D8"/>
    <w:rsid w:val="005D494A"/>
    <w:rsid w:val="005D4D4C"/>
    <w:rsid w:val="005D578A"/>
    <w:rsid w:val="005D5D92"/>
    <w:rsid w:val="005D5E19"/>
    <w:rsid w:val="005D602E"/>
    <w:rsid w:val="005D6394"/>
    <w:rsid w:val="005D6C38"/>
    <w:rsid w:val="005E0220"/>
    <w:rsid w:val="005E02E7"/>
    <w:rsid w:val="005E0760"/>
    <w:rsid w:val="005E0E0E"/>
    <w:rsid w:val="005E1154"/>
    <w:rsid w:val="005E120A"/>
    <w:rsid w:val="005E30E9"/>
    <w:rsid w:val="005E41F7"/>
    <w:rsid w:val="005E4588"/>
    <w:rsid w:val="005E4798"/>
    <w:rsid w:val="005E4E6D"/>
    <w:rsid w:val="005E5766"/>
    <w:rsid w:val="005E72A4"/>
    <w:rsid w:val="005E794D"/>
    <w:rsid w:val="005E796D"/>
    <w:rsid w:val="005E797A"/>
    <w:rsid w:val="005F0B88"/>
    <w:rsid w:val="005F1787"/>
    <w:rsid w:val="005F23D7"/>
    <w:rsid w:val="005F26C4"/>
    <w:rsid w:val="005F30AB"/>
    <w:rsid w:val="005F38D6"/>
    <w:rsid w:val="005F48CE"/>
    <w:rsid w:val="005F4D71"/>
    <w:rsid w:val="005F547C"/>
    <w:rsid w:val="005F57BE"/>
    <w:rsid w:val="005F5860"/>
    <w:rsid w:val="005F5E9A"/>
    <w:rsid w:val="005F615C"/>
    <w:rsid w:val="005F6F96"/>
    <w:rsid w:val="005F75F4"/>
    <w:rsid w:val="005F77A1"/>
    <w:rsid w:val="005F7922"/>
    <w:rsid w:val="005F7C62"/>
    <w:rsid w:val="005F7E47"/>
    <w:rsid w:val="00600017"/>
    <w:rsid w:val="006008F4"/>
    <w:rsid w:val="00600CD1"/>
    <w:rsid w:val="00600E46"/>
    <w:rsid w:val="0060158E"/>
    <w:rsid w:val="006022EA"/>
    <w:rsid w:val="0060238D"/>
    <w:rsid w:val="00602AD1"/>
    <w:rsid w:val="00602D3D"/>
    <w:rsid w:val="00602E8D"/>
    <w:rsid w:val="006034C2"/>
    <w:rsid w:val="00603D7F"/>
    <w:rsid w:val="006043DB"/>
    <w:rsid w:val="0060459A"/>
    <w:rsid w:val="00605049"/>
    <w:rsid w:val="0060559D"/>
    <w:rsid w:val="00605746"/>
    <w:rsid w:val="006061A3"/>
    <w:rsid w:val="00606893"/>
    <w:rsid w:val="00607C3A"/>
    <w:rsid w:val="00607CF8"/>
    <w:rsid w:val="006101D5"/>
    <w:rsid w:val="00610B2F"/>
    <w:rsid w:val="006122BE"/>
    <w:rsid w:val="006132B0"/>
    <w:rsid w:val="006139BF"/>
    <w:rsid w:val="006148CA"/>
    <w:rsid w:val="00614BBC"/>
    <w:rsid w:val="00614BF0"/>
    <w:rsid w:val="00615EB6"/>
    <w:rsid w:val="0061706D"/>
    <w:rsid w:val="00617080"/>
    <w:rsid w:val="00617399"/>
    <w:rsid w:val="00617788"/>
    <w:rsid w:val="006205D3"/>
    <w:rsid w:val="00620F27"/>
    <w:rsid w:val="006211F5"/>
    <w:rsid w:val="006213A0"/>
    <w:rsid w:val="006217BF"/>
    <w:rsid w:val="00621F6B"/>
    <w:rsid w:val="0062256B"/>
    <w:rsid w:val="006234AA"/>
    <w:rsid w:val="0062371A"/>
    <w:rsid w:val="00623CEF"/>
    <w:rsid w:val="0062401D"/>
    <w:rsid w:val="0062494D"/>
    <w:rsid w:val="00625B74"/>
    <w:rsid w:val="00626BB3"/>
    <w:rsid w:val="00627197"/>
    <w:rsid w:val="00627B2C"/>
    <w:rsid w:val="00627B46"/>
    <w:rsid w:val="00630CAA"/>
    <w:rsid w:val="00631214"/>
    <w:rsid w:val="0063136B"/>
    <w:rsid w:val="0063196A"/>
    <w:rsid w:val="006322B7"/>
    <w:rsid w:val="0063385F"/>
    <w:rsid w:val="006339A2"/>
    <w:rsid w:val="00633CE6"/>
    <w:rsid w:val="00634047"/>
    <w:rsid w:val="0063466B"/>
    <w:rsid w:val="00634CCA"/>
    <w:rsid w:val="0063522C"/>
    <w:rsid w:val="00635733"/>
    <w:rsid w:val="00635A53"/>
    <w:rsid w:val="006362F3"/>
    <w:rsid w:val="00636722"/>
    <w:rsid w:val="00636832"/>
    <w:rsid w:val="00636C69"/>
    <w:rsid w:val="00640939"/>
    <w:rsid w:val="00640C6F"/>
    <w:rsid w:val="00640D7E"/>
    <w:rsid w:val="00642977"/>
    <w:rsid w:val="00642B30"/>
    <w:rsid w:val="00642C7D"/>
    <w:rsid w:val="00643CE5"/>
    <w:rsid w:val="00643D0C"/>
    <w:rsid w:val="00643FD0"/>
    <w:rsid w:val="006440F1"/>
    <w:rsid w:val="00644155"/>
    <w:rsid w:val="006456F0"/>
    <w:rsid w:val="00645835"/>
    <w:rsid w:val="00646152"/>
    <w:rsid w:val="0064625C"/>
    <w:rsid w:val="00646E0F"/>
    <w:rsid w:val="006473BB"/>
    <w:rsid w:val="00647977"/>
    <w:rsid w:val="00647D44"/>
    <w:rsid w:val="00650072"/>
    <w:rsid w:val="00651406"/>
    <w:rsid w:val="00651656"/>
    <w:rsid w:val="0065263C"/>
    <w:rsid w:val="00652847"/>
    <w:rsid w:val="00652D70"/>
    <w:rsid w:val="00653770"/>
    <w:rsid w:val="00653F33"/>
    <w:rsid w:val="00654C40"/>
    <w:rsid w:val="006552E2"/>
    <w:rsid w:val="00655687"/>
    <w:rsid w:val="006557DC"/>
    <w:rsid w:val="00655BA4"/>
    <w:rsid w:val="00655F28"/>
    <w:rsid w:val="006568DA"/>
    <w:rsid w:val="00656AA7"/>
    <w:rsid w:val="00657105"/>
    <w:rsid w:val="006571AE"/>
    <w:rsid w:val="00657215"/>
    <w:rsid w:val="006577A4"/>
    <w:rsid w:val="00657862"/>
    <w:rsid w:val="00657974"/>
    <w:rsid w:val="00660363"/>
    <w:rsid w:val="00660DE1"/>
    <w:rsid w:val="00660F20"/>
    <w:rsid w:val="0066183F"/>
    <w:rsid w:val="0066194F"/>
    <w:rsid w:val="006629BE"/>
    <w:rsid w:val="00662A82"/>
    <w:rsid w:val="00662B87"/>
    <w:rsid w:val="00662CE6"/>
    <w:rsid w:val="00662DD2"/>
    <w:rsid w:val="00662FC5"/>
    <w:rsid w:val="0066356E"/>
    <w:rsid w:val="006639EB"/>
    <w:rsid w:val="00663B5A"/>
    <w:rsid w:val="00663D01"/>
    <w:rsid w:val="00664C97"/>
    <w:rsid w:val="006652FA"/>
    <w:rsid w:val="00665DDF"/>
    <w:rsid w:val="006663DD"/>
    <w:rsid w:val="00666425"/>
    <w:rsid w:val="00666499"/>
    <w:rsid w:val="00667967"/>
    <w:rsid w:val="006679FE"/>
    <w:rsid w:val="0067005D"/>
    <w:rsid w:val="0067015B"/>
    <w:rsid w:val="006703AF"/>
    <w:rsid w:val="00670BBB"/>
    <w:rsid w:val="00672A1C"/>
    <w:rsid w:val="00672B59"/>
    <w:rsid w:val="00673159"/>
    <w:rsid w:val="006731D0"/>
    <w:rsid w:val="006736C8"/>
    <w:rsid w:val="00673F7C"/>
    <w:rsid w:val="00674470"/>
    <w:rsid w:val="00674E41"/>
    <w:rsid w:val="00674E57"/>
    <w:rsid w:val="00675770"/>
    <w:rsid w:val="00675C95"/>
    <w:rsid w:val="006765CB"/>
    <w:rsid w:val="0067767E"/>
    <w:rsid w:val="0067781D"/>
    <w:rsid w:val="00677951"/>
    <w:rsid w:val="00680DF3"/>
    <w:rsid w:val="00681788"/>
    <w:rsid w:val="00681D56"/>
    <w:rsid w:val="00681E75"/>
    <w:rsid w:val="00682890"/>
    <w:rsid w:val="00682B6C"/>
    <w:rsid w:val="00682D68"/>
    <w:rsid w:val="00683F16"/>
    <w:rsid w:val="00684132"/>
    <w:rsid w:val="0068456F"/>
    <w:rsid w:val="00684E45"/>
    <w:rsid w:val="0068516D"/>
    <w:rsid w:val="00685A33"/>
    <w:rsid w:val="00686BF6"/>
    <w:rsid w:val="00686D1B"/>
    <w:rsid w:val="00686DBF"/>
    <w:rsid w:val="00687E3C"/>
    <w:rsid w:val="006905BE"/>
    <w:rsid w:val="00690B4E"/>
    <w:rsid w:val="006914F8"/>
    <w:rsid w:val="0069192F"/>
    <w:rsid w:val="00691DD9"/>
    <w:rsid w:val="0069239B"/>
    <w:rsid w:val="00692FB4"/>
    <w:rsid w:val="006939A6"/>
    <w:rsid w:val="00694A9A"/>
    <w:rsid w:val="006962AA"/>
    <w:rsid w:val="006963E7"/>
    <w:rsid w:val="00696E7B"/>
    <w:rsid w:val="006971FD"/>
    <w:rsid w:val="0069761B"/>
    <w:rsid w:val="00697732"/>
    <w:rsid w:val="006A0CE3"/>
    <w:rsid w:val="006A0D27"/>
    <w:rsid w:val="006A10F5"/>
    <w:rsid w:val="006A1F20"/>
    <w:rsid w:val="006A2730"/>
    <w:rsid w:val="006A2D8F"/>
    <w:rsid w:val="006A2EF0"/>
    <w:rsid w:val="006A2F00"/>
    <w:rsid w:val="006A31AB"/>
    <w:rsid w:val="006A3C4F"/>
    <w:rsid w:val="006A4269"/>
    <w:rsid w:val="006A47BB"/>
    <w:rsid w:val="006A4965"/>
    <w:rsid w:val="006A5760"/>
    <w:rsid w:val="006A5FE1"/>
    <w:rsid w:val="006A6162"/>
    <w:rsid w:val="006A6280"/>
    <w:rsid w:val="006A663B"/>
    <w:rsid w:val="006A6B8E"/>
    <w:rsid w:val="006A6E32"/>
    <w:rsid w:val="006A77D1"/>
    <w:rsid w:val="006A7FAF"/>
    <w:rsid w:val="006B050D"/>
    <w:rsid w:val="006B21EA"/>
    <w:rsid w:val="006B319C"/>
    <w:rsid w:val="006B3A8D"/>
    <w:rsid w:val="006B3D9E"/>
    <w:rsid w:val="006B449A"/>
    <w:rsid w:val="006B6114"/>
    <w:rsid w:val="006B6450"/>
    <w:rsid w:val="006B6BE7"/>
    <w:rsid w:val="006B6F2F"/>
    <w:rsid w:val="006B763A"/>
    <w:rsid w:val="006B7B0A"/>
    <w:rsid w:val="006B7C93"/>
    <w:rsid w:val="006B7FEC"/>
    <w:rsid w:val="006C00E0"/>
    <w:rsid w:val="006C0C23"/>
    <w:rsid w:val="006C0D0E"/>
    <w:rsid w:val="006C0F4C"/>
    <w:rsid w:val="006C145E"/>
    <w:rsid w:val="006C1BDE"/>
    <w:rsid w:val="006C1F47"/>
    <w:rsid w:val="006C41BB"/>
    <w:rsid w:val="006C4DC5"/>
    <w:rsid w:val="006C57D4"/>
    <w:rsid w:val="006C5956"/>
    <w:rsid w:val="006C5F37"/>
    <w:rsid w:val="006C670A"/>
    <w:rsid w:val="006C6BC2"/>
    <w:rsid w:val="006C7197"/>
    <w:rsid w:val="006D032F"/>
    <w:rsid w:val="006D0894"/>
    <w:rsid w:val="006D3444"/>
    <w:rsid w:val="006D3487"/>
    <w:rsid w:val="006D441C"/>
    <w:rsid w:val="006D45E5"/>
    <w:rsid w:val="006D498D"/>
    <w:rsid w:val="006D4F6A"/>
    <w:rsid w:val="006D6AC3"/>
    <w:rsid w:val="006D768F"/>
    <w:rsid w:val="006D7DF2"/>
    <w:rsid w:val="006D7F8A"/>
    <w:rsid w:val="006E025C"/>
    <w:rsid w:val="006E0350"/>
    <w:rsid w:val="006E0B60"/>
    <w:rsid w:val="006E1CE0"/>
    <w:rsid w:val="006E2290"/>
    <w:rsid w:val="006E2417"/>
    <w:rsid w:val="006E2E99"/>
    <w:rsid w:val="006E2FB5"/>
    <w:rsid w:val="006E3284"/>
    <w:rsid w:val="006E3413"/>
    <w:rsid w:val="006E42A6"/>
    <w:rsid w:val="006E4D63"/>
    <w:rsid w:val="006E5C5F"/>
    <w:rsid w:val="006E6563"/>
    <w:rsid w:val="006E6D67"/>
    <w:rsid w:val="006E7D41"/>
    <w:rsid w:val="006E7EEB"/>
    <w:rsid w:val="006F0DD5"/>
    <w:rsid w:val="006F10FB"/>
    <w:rsid w:val="006F110B"/>
    <w:rsid w:val="006F1659"/>
    <w:rsid w:val="006F187D"/>
    <w:rsid w:val="006F3CF5"/>
    <w:rsid w:val="006F412F"/>
    <w:rsid w:val="006F5609"/>
    <w:rsid w:val="006F61AE"/>
    <w:rsid w:val="006F690A"/>
    <w:rsid w:val="006F6ABC"/>
    <w:rsid w:val="006F6ED2"/>
    <w:rsid w:val="006F77CB"/>
    <w:rsid w:val="006F785F"/>
    <w:rsid w:val="0070016D"/>
    <w:rsid w:val="007008CA"/>
    <w:rsid w:val="00700A0D"/>
    <w:rsid w:val="00700A30"/>
    <w:rsid w:val="00702177"/>
    <w:rsid w:val="0070250A"/>
    <w:rsid w:val="00702FC1"/>
    <w:rsid w:val="007042F6"/>
    <w:rsid w:val="00704329"/>
    <w:rsid w:val="00704574"/>
    <w:rsid w:val="00704E07"/>
    <w:rsid w:val="00705355"/>
    <w:rsid w:val="007058DE"/>
    <w:rsid w:val="00706101"/>
    <w:rsid w:val="0070670C"/>
    <w:rsid w:val="0070698E"/>
    <w:rsid w:val="00707CB9"/>
    <w:rsid w:val="0071042D"/>
    <w:rsid w:val="00710485"/>
    <w:rsid w:val="0071075A"/>
    <w:rsid w:val="00710C88"/>
    <w:rsid w:val="00710F0F"/>
    <w:rsid w:val="0071125D"/>
    <w:rsid w:val="007120C6"/>
    <w:rsid w:val="00712A9A"/>
    <w:rsid w:val="007131F5"/>
    <w:rsid w:val="00713356"/>
    <w:rsid w:val="00713B16"/>
    <w:rsid w:val="0071507D"/>
    <w:rsid w:val="00715129"/>
    <w:rsid w:val="007159B2"/>
    <w:rsid w:val="0071613B"/>
    <w:rsid w:val="00716E79"/>
    <w:rsid w:val="0071702F"/>
    <w:rsid w:val="0071769D"/>
    <w:rsid w:val="007200A0"/>
    <w:rsid w:val="007201CC"/>
    <w:rsid w:val="00720269"/>
    <w:rsid w:val="0072089D"/>
    <w:rsid w:val="007216A0"/>
    <w:rsid w:val="007217A3"/>
    <w:rsid w:val="007219E1"/>
    <w:rsid w:val="007224B6"/>
    <w:rsid w:val="007239AD"/>
    <w:rsid w:val="00723B35"/>
    <w:rsid w:val="007243A2"/>
    <w:rsid w:val="007245A5"/>
    <w:rsid w:val="00724626"/>
    <w:rsid w:val="00724FBB"/>
    <w:rsid w:val="00725E95"/>
    <w:rsid w:val="00726BCB"/>
    <w:rsid w:val="00727FB5"/>
    <w:rsid w:val="00730884"/>
    <w:rsid w:val="007311B8"/>
    <w:rsid w:val="00732B19"/>
    <w:rsid w:val="007330C9"/>
    <w:rsid w:val="00733526"/>
    <w:rsid w:val="0073503B"/>
    <w:rsid w:val="00735ADF"/>
    <w:rsid w:val="00735F6C"/>
    <w:rsid w:val="00736643"/>
    <w:rsid w:val="00736653"/>
    <w:rsid w:val="00736B29"/>
    <w:rsid w:val="00736B60"/>
    <w:rsid w:val="007373D9"/>
    <w:rsid w:val="00737AF9"/>
    <w:rsid w:val="00737B3F"/>
    <w:rsid w:val="00737BB6"/>
    <w:rsid w:val="00740A61"/>
    <w:rsid w:val="00741627"/>
    <w:rsid w:val="00741727"/>
    <w:rsid w:val="0074173B"/>
    <w:rsid w:val="007418FB"/>
    <w:rsid w:val="00741C0B"/>
    <w:rsid w:val="00741E85"/>
    <w:rsid w:val="00742557"/>
    <w:rsid w:val="00743FF1"/>
    <w:rsid w:val="00745268"/>
    <w:rsid w:val="00745B72"/>
    <w:rsid w:val="00746176"/>
    <w:rsid w:val="007464E0"/>
    <w:rsid w:val="00746558"/>
    <w:rsid w:val="007465DF"/>
    <w:rsid w:val="00747A97"/>
    <w:rsid w:val="00747AC1"/>
    <w:rsid w:val="00750008"/>
    <w:rsid w:val="00750817"/>
    <w:rsid w:val="0075085A"/>
    <w:rsid w:val="00750A43"/>
    <w:rsid w:val="0075125E"/>
    <w:rsid w:val="007523C5"/>
    <w:rsid w:val="007524CD"/>
    <w:rsid w:val="00752770"/>
    <w:rsid w:val="00753F5F"/>
    <w:rsid w:val="0075437D"/>
    <w:rsid w:val="00754E34"/>
    <w:rsid w:val="0075528A"/>
    <w:rsid w:val="007555F9"/>
    <w:rsid w:val="007558F0"/>
    <w:rsid w:val="00757A03"/>
    <w:rsid w:val="00757E5D"/>
    <w:rsid w:val="00760060"/>
    <w:rsid w:val="0076029B"/>
    <w:rsid w:val="00760FFF"/>
    <w:rsid w:val="00761899"/>
    <w:rsid w:val="00761E92"/>
    <w:rsid w:val="00763E6A"/>
    <w:rsid w:val="007646A8"/>
    <w:rsid w:val="00764BD1"/>
    <w:rsid w:val="00764BE5"/>
    <w:rsid w:val="00765BC9"/>
    <w:rsid w:val="0076605F"/>
    <w:rsid w:val="007664AF"/>
    <w:rsid w:val="00766988"/>
    <w:rsid w:val="00766C0D"/>
    <w:rsid w:val="0076782B"/>
    <w:rsid w:val="007678A9"/>
    <w:rsid w:val="00770198"/>
    <w:rsid w:val="0077055B"/>
    <w:rsid w:val="0077078E"/>
    <w:rsid w:val="00770FE8"/>
    <w:rsid w:val="007711C8"/>
    <w:rsid w:val="007719AD"/>
    <w:rsid w:val="00771F29"/>
    <w:rsid w:val="00772033"/>
    <w:rsid w:val="00772488"/>
    <w:rsid w:val="007727C3"/>
    <w:rsid w:val="00772B3A"/>
    <w:rsid w:val="00772E7F"/>
    <w:rsid w:val="00773A9C"/>
    <w:rsid w:val="00774436"/>
    <w:rsid w:val="0077483B"/>
    <w:rsid w:val="00774973"/>
    <w:rsid w:val="007749BD"/>
    <w:rsid w:val="00774CB5"/>
    <w:rsid w:val="00774D87"/>
    <w:rsid w:val="0077524B"/>
    <w:rsid w:val="0077533F"/>
    <w:rsid w:val="00775695"/>
    <w:rsid w:val="00775751"/>
    <w:rsid w:val="007757E2"/>
    <w:rsid w:val="00775DFE"/>
    <w:rsid w:val="00776440"/>
    <w:rsid w:val="00776B45"/>
    <w:rsid w:val="007779D4"/>
    <w:rsid w:val="007801B6"/>
    <w:rsid w:val="00780213"/>
    <w:rsid w:val="007803D4"/>
    <w:rsid w:val="00780A41"/>
    <w:rsid w:val="007813D1"/>
    <w:rsid w:val="00781C3F"/>
    <w:rsid w:val="00782370"/>
    <w:rsid w:val="00782930"/>
    <w:rsid w:val="00785E05"/>
    <w:rsid w:val="00786D86"/>
    <w:rsid w:val="00787565"/>
    <w:rsid w:val="00787E9B"/>
    <w:rsid w:val="00787FE8"/>
    <w:rsid w:val="00790371"/>
    <w:rsid w:val="00790F70"/>
    <w:rsid w:val="0079137F"/>
    <w:rsid w:val="00791751"/>
    <w:rsid w:val="00791886"/>
    <w:rsid w:val="00791BDE"/>
    <w:rsid w:val="00791C5C"/>
    <w:rsid w:val="00792429"/>
    <w:rsid w:val="00792BDD"/>
    <w:rsid w:val="0079327B"/>
    <w:rsid w:val="00793424"/>
    <w:rsid w:val="00793997"/>
    <w:rsid w:val="00793E3D"/>
    <w:rsid w:val="00793EE9"/>
    <w:rsid w:val="0079477D"/>
    <w:rsid w:val="007948E1"/>
    <w:rsid w:val="00794A16"/>
    <w:rsid w:val="00794B5B"/>
    <w:rsid w:val="00794C1D"/>
    <w:rsid w:val="00794FBE"/>
    <w:rsid w:val="00795286"/>
    <w:rsid w:val="007959FD"/>
    <w:rsid w:val="007964A2"/>
    <w:rsid w:val="00796D53"/>
    <w:rsid w:val="007A02CE"/>
    <w:rsid w:val="007A033F"/>
    <w:rsid w:val="007A0834"/>
    <w:rsid w:val="007A08C1"/>
    <w:rsid w:val="007A09D7"/>
    <w:rsid w:val="007A223F"/>
    <w:rsid w:val="007A2F8D"/>
    <w:rsid w:val="007A3952"/>
    <w:rsid w:val="007A42C8"/>
    <w:rsid w:val="007A4429"/>
    <w:rsid w:val="007A4492"/>
    <w:rsid w:val="007A4827"/>
    <w:rsid w:val="007A485B"/>
    <w:rsid w:val="007A4D42"/>
    <w:rsid w:val="007A6AEF"/>
    <w:rsid w:val="007A6C16"/>
    <w:rsid w:val="007A6C4F"/>
    <w:rsid w:val="007A77B2"/>
    <w:rsid w:val="007A77C0"/>
    <w:rsid w:val="007A7828"/>
    <w:rsid w:val="007B0FCA"/>
    <w:rsid w:val="007B1676"/>
    <w:rsid w:val="007B1AE7"/>
    <w:rsid w:val="007B3B98"/>
    <w:rsid w:val="007B3F93"/>
    <w:rsid w:val="007B558E"/>
    <w:rsid w:val="007B5730"/>
    <w:rsid w:val="007B64C4"/>
    <w:rsid w:val="007B66F4"/>
    <w:rsid w:val="007B757E"/>
    <w:rsid w:val="007B7D4B"/>
    <w:rsid w:val="007C086A"/>
    <w:rsid w:val="007C0932"/>
    <w:rsid w:val="007C1096"/>
    <w:rsid w:val="007C373D"/>
    <w:rsid w:val="007C3A82"/>
    <w:rsid w:val="007C4CCE"/>
    <w:rsid w:val="007C4FB2"/>
    <w:rsid w:val="007C5C23"/>
    <w:rsid w:val="007C5E52"/>
    <w:rsid w:val="007C640F"/>
    <w:rsid w:val="007C6DBB"/>
    <w:rsid w:val="007C7D72"/>
    <w:rsid w:val="007D0050"/>
    <w:rsid w:val="007D06B7"/>
    <w:rsid w:val="007D105B"/>
    <w:rsid w:val="007D14C8"/>
    <w:rsid w:val="007D2164"/>
    <w:rsid w:val="007D2414"/>
    <w:rsid w:val="007D3773"/>
    <w:rsid w:val="007D3CCD"/>
    <w:rsid w:val="007D40B2"/>
    <w:rsid w:val="007D41F4"/>
    <w:rsid w:val="007D4293"/>
    <w:rsid w:val="007D541F"/>
    <w:rsid w:val="007D5921"/>
    <w:rsid w:val="007D6816"/>
    <w:rsid w:val="007D69DA"/>
    <w:rsid w:val="007D6B09"/>
    <w:rsid w:val="007D6BDC"/>
    <w:rsid w:val="007D730F"/>
    <w:rsid w:val="007D75C7"/>
    <w:rsid w:val="007D7FF6"/>
    <w:rsid w:val="007E0BA1"/>
    <w:rsid w:val="007E0E51"/>
    <w:rsid w:val="007E4F42"/>
    <w:rsid w:val="007E5473"/>
    <w:rsid w:val="007E5B4B"/>
    <w:rsid w:val="007E624B"/>
    <w:rsid w:val="007E66B7"/>
    <w:rsid w:val="007E7FCC"/>
    <w:rsid w:val="007F0A41"/>
    <w:rsid w:val="007F0B26"/>
    <w:rsid w:val="007F0FD6"/>
    <w:rsid w:val="007F27CA"/>
    <w:rsid w:val="007F32E1"/>
    <w:rsid w:val="007F3B91"/>
    <w:rsid w:val="007F433C"/>
    <w:rsid w:val="007F44F0"/>
    <w:rsid w:val="007F4855"/>
    <w:rsid w:val="007F6324"/>
    <w:rsid w:val="007F6665"/>
    <w:rsid w:val="007F6E53"/>
    <w:rsid w:val="007F6F76"/>
    <w:rsid w:val="007F7BA1"/>
    <w:rsid w:val="007F7E65"/>
    <w:rsid w:val="0080149E"/>
    <w:rsid w:val="0080307D"/>
    <w:rsid w:val="008042F4"/>
    <w:rsid w:val="0080461D"/>
    <w:rsid w:val="00804C16"/>
    <w:rsid w:val="00805395"/>
    <w:rsid w:val="00806B75"/>
    <w:rsid w:val="00807B4D"/>
    <w:rsid w:val="00807CEF"/>
    <w:rsid w:val="00807FFA"/>
    <w:rsid w:val="008104F6"/>
    <w:rsid w:val="008105C0"/>
    <w:rsid w:val="008113AA"/>
    <w:rsid w:val="0081208F"/>
    <w:rsid w:val="00812C07"/>
    <w:rsid w:val="0081423B"/>
    <w:rsid w:val="00814324"/>
    <w:rsid w:val="00815B30"/>
    <w:rsid w:val="00815BC7"/>
    <w:rsid w:val="00815EDE"/>
    <w:rsid w:val="0081622C"/>
    <w:rsid w:val="00816614"/>
    <w:rsid w:val="00816CF2"/>
    <w:rsid w:val="00817490"/>
    <w:rsid w:val="0081768B"/>
    <w:rsid w:val="00817BA3"/>
    <w:rsid w:val="008202A5"/>
    <w:rsid w:val="0082092A"/>
    <w:rsid w:val="00820AE9"/>
    <w:rsid w:val="00821363"/>
    <w:rsid w:val="00822E47"/>
    <w:rsid w:val="00822FE7"/>
    <w:rsid w:val="008249AE"/>
    <w:rsid w:val="00824B84"/>
    <w:rsid w:val="00825243"/>
    <w:rsid w:val="008257E1"/>
    <w:rsid w:val="00825B67"/>
    <w:rsid w:val="00825F50"/>
    <w:rsid w:val="00827025"/>
    <w:rsid w:val="00827088"/>
    <w:rsid w:val="0082791A"/>
    <w:rsid w:val="00830753"/>
    <w:rsid w:val="00831099"/>
    <w:rsid w:val="0083143B"/>
    <w:rsid w:val="008316A5"/>
    <w:rsid w:val="008318A1"/>
    <w:rsid w:val="00831FA0"/>
    <w:rsid w:val="008335AF"/>
    <w:rsid w:val="008349C7"/>
    <w:rsid w:val="008353D7"/>
    <w:rsid w:val="00835A96"/>
    <w:rsid w:val="00835CE8"/>
    <w:rsid w:val="008367A4"/>
    <w:rsid w:val="00836CD4"/>
    <w:rsid w:val="00837413"/>
    <w:rsid w:val="008374D9"/>
    <w:rsid w:val="0083751C"/>
    <w:rsid w:val="00837543"/>
    <w:rsid w:val="00840231"/>
    <w:rsid w:val="008406A3"/>
    <w:rsid w:val="008406AF"/>
    <w:rsid w:val="00840A1B"/>
    <w:rsid w:val="00840D81"/>
    <w:rsid w:val="00841641"/>
    <w:rsid w:val="008416BA"/>
    <w:rsid w:val="00841DDF"/>
    <w:rsid w:val="00842015"/>
    <w:rsid w:val="008420A9"/>
    <w:rsid w:val="00842ACC"/>
    <w:rsid w:val="00842BBF"/>
    <w:rsid w:val="00843356"/>
    <w:rsid w:val="0084369C"/>
    <w:rsid w:val="00843DCE"/>
    <w:rsid w:val="008444C8"/>
    <w:rsid w:val="00844526"/>
    <w:rsid w:val="008447A0"/>
    <w:rsid w:val="00845450"/>
    <w:rsid w:val="008467C3"/>
    <w:rsid w:val="008467D0"/>
    <w:rsid w:val="00846D64"/>
    <w:rsid w:val="00846DA0"/>
    <w:rsid w:val="00852597"/>
    <w:rsid w:val="0085268E"/>
    <w:rsid w:val="00852AD1"/>
    <w:rsid w:val="0085319C"/>
    <w:rsid w:val="0085325E"/>
    <w:rsid w:val="0085329D"/>
    <w:rsid w:val="008535D0"/>
    <w:rsid w:val="00853F59"/>
    <w:rsid w:val="008545CC"/>
    <w:rsid w:val="0085468B"/>
    <w:rsid w:val="00854697"/>
    <w:rsid w:val="00854BBD"/>
    <w:rsid w:val="008554FE"/>
    <w:rsid w:val="00855551"/>
    <w:rsid w:val="008560CE"/>
    <w:rsid w:val="008568A9"/>
    <w:rsid w:val="0085702E"/>
    <w:rsid w:val="0085736B"/>
    <w:rsid w:val="008576D7"/>
    <w:rsid w:val="00857D84"/>
    <w:rsid w:val="0086069F"/>
    <w:rsid w:val="00860AFC"/>
    <w:rsid w:val="0086115C"/>
    <w:rsid w:val="0086173D"/>
    <w:rsid w:val="00862080"/>
    <w:rsid w:val="00862E58"/>
    <w:rsid w:val="00863915"/>
    <w:rsid w:val="00863D45"/>
    <w:rsid w:val="008644F1"/>
    <w:rsid w:val="008648A7"/>
    <w:rsid w:val="00864CD7"/>
    <w:rsid w:val="00864DAF"/>
    <w:rsid w:val="008654A3"/>
    <w:rsid w:val="0086569C"/>
    <w:rsid w:val="00866D0D"/>
    <w:rsid w:val="00870166"/>
    <w:rsid w:val="008701DD"/>
    <w:rsid w:val="0087052A"/>
    <w:rsid w:val="00870AB4"/>
    <w:rsid w:val="00870CA3"/>
    <w:rsid w:val="008716D1"/>
    <w:rsid w:val="008718C3"/>
    <w:rsid w:val="00871AD4"/>
    <w:rsid w:val="00872DBF"/>
    <w:rsid w:val="00873CCE"/>
    <w:rsid w:val="0087401F"/>
    <w:rsid w:val="00874383"/>
    <w:rsid w:val="00874B90"/>
    <w:rsid w:val="00874BEF"/>
    <w:rsid w:val="00874FDD"/>
    <w:rsid w:val="008757E3"/>
    <w:rsid w:val="00875AED"/>
    <w:rsid w:val="0087670D"/>
    <w:rsid w:val="00876779"/>
    <w:rsid w:val="00876AD8"/>
    <w:rsid w:val="00877DF5"/>
    <w:rsid w:val="008802DA"/>
    <w:rsid w:val="00881F79"/>
    <w:rsid w:val="0088290A"/>
    <w:rsid w:val="008836F3"/>
    <w:rsid w:val="008838EB"/>
    <w:rsid w:val="00885EE5"/>
    <w:rsid w:val="00886D9C"/>
    <w:rsid w:val="00887C12"/>
    <w:rsid w:val="00887EAA"/>
    <w:rsid w:val="008905EB"/>
    <w:rsid w:val="008908CB"/>
    <w:rsid w:val="0089231A"/>
    <w:rsid w:val="008930C8"/>
    <w:rsid w:val="0089365C"/>
    <w:rsid w:val="00893CB5"/>
    <w:rsid w:val="00893DE4"/>
    <w:rsid w:val="00893FEA"/>
    <w:rsid w:val="00894254"/>
    <w:rsid w:val="0089487A"/>
    <w:rsid w:val="00895137"/>
    <w:rsid w:val="008953F7"/>
    <w:rsid w:val="008954BC"/>
    <w:rsid w:val="0089561D"/>
    <w:rsid w:val="0089628B"/>
    <w:rsid w:val="008968EC"/>
    <w:rsid w:val="00897242"/>
    <w:rsid w:val="008A02D9"/>
    <w:rsid w:val="008A1C54"/>
    <w:rsid w:val="008A1F6F"/>
    <w:rsid w:val="008A49E2"/>
    <w:rsid w:val="008A5E3A"/>
    <w:rsid w:val="008A6532"/>
    <w:rsid w:val="008A7111"/>
    <w:rsid w:val="008A7253"/>
    <w:rsid w:val="008A794D"/>
    <w:rsid w:val="008A7D35"/>
    <w:rsid w:val="008B08C8"/>
    <w:rsid w:val="008B128B"/>
    <w:rsid w:val="008B23A8"/>
    <w:rsid w:val="008B254E"/>
    <w:rsid w:val="008B27F2"/>
    <w:rsid w:val="008B2C11"/>
    <w:rsid w:val="008B34D8"/>
    <w:rsid w:val="008B4CB4"/>
    <w:rsid w:val="008B5197"/>
    <w:rsid w:val="008B6226"/>
    <w:rsid w:val="008B6DFF"/>
    <w:rsid w:val="008B7E32"/>
    <w:rsid w:val="008B7EF5"/>
    <w:rsid w:val="008C0081"/>
    <w:rsid w:val="008C03FF"/>
    <w:rsid w:val="008C09D1"/>
    <w:rsid w:val="008C10E9"/>
    <w:rsid w:val="008C18C4"/>
    <w:rsid w:val="008C1B3E"/>
    <w:rsid w:val="008C1F5B"/>
    <w:rsid w:val="008C23AA"/>
    <w:rsid w:val="008C2581"/>
    <w:rsid w:val="008C268C"/>
    <w:rsid w:val="008C29EF"/>
    <w:rsid w:val="008C2C58"/>
    <w:rsid w:val="008C3342"/>
    <w:rsid w:val="008C33FE"/>
    <w:rsid w:val="008C36C7"/>
    <w:rsid w:val="008C3AAD"/>
    <w:rsid w:val="008C406E"/>
    <w:rsid w:val="008C4223"/>
    <w:rsid w:val="008C476C"/>
    <w:rsid w:val="008C47A7"/>
    <w:rsid w:val="008C486A"/>
    <w:rsid w:val="008C4A7B"/>
    <w:rsid w:val="008C5194"/>
    <w:rsid w:val="008C5648"/>
    <w:rsid w:val="008C6BFB"/>
    <w:rsid w:val="008C6C08"/>
    <w:rsid w:val="008C6CD8"/>
    <w:rsid w:val="008C72E0"/>
    <w:rsid w:val="008D0023"/>
    <w:rsid w:val="008D014A"/>
    <w:rsid w:val="008D0326"/>
    <w:rsid w:val="008D072E"/>
    <w:rsid w:val="008D1AFB"/>
    <w:rsid w:val="008D21C1"/>
    <w:rsid w:val="008D2E15"/>
    <w:rsid w:val="008D3364"/>
    <w:rsid w:val="008D3C6B"/>
    <w:rsid w:val="008D4027"/>
    <w:rsid w:val="008D40D7"/>
    <w:rsid w:val="008D484B"/>
    <w:rsid w:val="008D57AA"/>
    <w:rsid w:val="008D5821"/>
    <w:rsid w:val="008D5EF5"/>
    <w:rsid w:val="008D60CD"/>
    <w:rsid w:val="008D6ACE"/>
    <w:rsid w:val="008D6EB3"/>
    <w:rsid w:val="008D6EFB"/>
    <w:rsid w:val="008D7848"/>
    <w:rsid w:val="008D7CD2"/>
    <w:rsid w:val="008D7FD3"/>
    <w:rsid w:val="008E0A3F"/>
    <w:rsid w:val="008E0B51"/>
    <w:rsid w:val="008E0CBA"/>
    <w:rsid w:val="008E0D22"/>
    <w:rsid w:val="008E0E80"/>
    <w:rsid w:val="008E0F08"/>
    <w:rsid w:val="008E0FBA"/>
    <w:rsid w:val="008E1506"/>
    <w:rsid w:val="008E200A"/>
    <w:rsid w:val="008E2739"/>
    <w:rsid w:val="008E2FD9"/>
    <w:rsid w:val="008E32C0"/>
    <w:rsid w:val="008E3F90"/>
    <w:rsid w:val="008E4F84"/>
    <w:rsid w:val="008E65C7"/>
    <w:rsid w:val="008E6C7A"/>
    <w:rsid w:val="008E70FE"/>
    <w:rsid w:val="008E7D72"/>
    <w:rsid w:val="008E7DAB"/>
    <w:rsid w:val="008E7F8F"/>
    <w:rsid w:val="008F011F"/>
    <w:rsid w:val="008F114E"/>
    <w:rsid w:val="008F139E"/>
    <w:rsid w:val="008F161E"/>
    <w:rsid w:val="008F1BE3"/>
    <w:rsid w:val="008F2505"/>
    <w:rsid w:val="008F2C59"/>
    <w:rsid w:val="008F2D69"/>
    <w:rsid w:val="008F32C0"/>
    <w:rsid w:val="008F3EF7"/>
    <w:rsid w:val="008F56E8"/>
    <w:rsid w:val="008F5CC2"/>
    <w:rsid w:val="008F65DE"/>
    <w:rsid w:val="008F66F7"/>
    <w:rsid w:val="008F7F26"/>
    <w:rsid w:val="00900273"/>
    <w:rsid w:val="0090072D"/>
    <w:rsid w:val="009009E7"/>
    <w:rsid w:val="009012AC"/>
    <w:rsid w:val="009013E8"/>
    <w:rsid w:val="00901BC4"/>
    <w:rsid w:val="00901DB4"/>
    <w:rsid w:val="00901EDE"/>
    <w:rsid w:val="00902439"/>
    <w:rsid w:val="00903C27"/>
    <w:rsid w:val="00904032"/>
    <w:rsid w:val="00904B95"/>
    <w:rsid w:val="009053D2"/>
    <w:rsid w:val="00905F76"/>
    <w:rsid w:val="00906598"/>
    <w:rsid w:val="00906C58"/>
    <w:rsid w:val="00907224"/>
    <w:rsid w:val="00907F79"/>
    <w:rsid w:val="00910B4A"/>
    <w:rsid w:val="009113DA"/>
    <w:rsid w:val="00911F2D"/>
    <w:rsid w:val="009121B3"/>
    <w:rsid w:val="00912708"/>
    <w:rsid w:val="00913338"/>
    <w:rsid w:val="00914D4F"/>
    <w:rsid w:val="00914EAD"/>
    <w:rsid w:val="0091544D"/>
    <w:rsid w:val="00916083"/>
    <w:rsid w:val="009166ED"/>
    <w:rsid w:val="009170BD"/>
    <w:rsid w:val="009171B8"/>
    <w:rsid w:val="00917294"/>
    <w:rsid w:val="009174A0"/>
    <w:rsid w:val="00917856"/>
    <w:rsid w:val="00920101"/>
    <w:rsid w:val="0092053C"/>
    <w:rsid w:val="00920E7A"/>
    <w:rsid w:val="0092175B"/>
    <w:rsid w:val="00921C36"/>
    <w:rsid w:val="00922287"/>
    <w:rsid w:val="00922B30"/>
    <w:rsid w:val="00922C86"/>
    <w:rsid w:val="00922E8A"/>
    <w:rsid w:val="00922EC2"/>
    <w:rsid w:val="00923F15"/>
    <w:rsid w:val="00925363"/>
    <w:rsid w:val="0092543C"/>
    <w:rsid w:val="0092545A"/>
    <w:rsid w:val="009256A2"/>
    <w:rsid w:val="00925DC5"/>
    <w:rsid w:val="00926062"/>
    <w:rsid w:val="00927677"/>
    <w:rsid w:val="00930283"/>
    <w:rsid w:val="009304C6"/>
    <w:rsid w:val="009307D0"/>
    <w:rsid w:val="00930D3E"/>
    <w:rsid w:val="00931301"/>
    <w:rsid w:val="00931545"/>
    <w:rsid w:val="00932D85"/>
    <w:rsid w:val="00933149"/>
    <w:rsid w:val="00933447"/>
    <w:rsid w:val="009340EB"/>
    <w:rsid w:val="00934761"/>
    <w:rsid w:val="00935D95"/>
    <w:rsid w:val="0093617A"/>
    <w:rsid w:val="00936CBC"/>
    <w:rsid w:val="00936D3F"/>
    <w:rsid w:val="0093744A"/>
    <w:rsid w:val="00937A6A"/>
    <w:rsid w:val="00940275"/>
    <w:rsid w:val="0094066F"/>
    <w:rsid w:val="009408E7"/>
    <w:rsid w:val="00940D9B"/>
    <w:rsid w:val="00942432"/>
    <w:rsid w:val="0094276C"/>
    <w:rsid w:val="00942EAB"/>
    <w:rsid w:val="00943E9F"/>
    <w:rsid w:val="00944F36"/>
    <w:rsid w:val="0094545B"/>
    <w:rsid w:val="00945C43"/>
    <w:rsid w:val="009461E8"/>
    <w:rsid w:val="009462D5"/>
    <w:rsid w:val="009465F6"/>
    <w:rsid w:val="0094697A"/>
    <w:rsid w:val="009472FE"/>
    <w:rsid w:val="00947495"/>
    <w:rsid w:val="00947739"/>
    <w:rsid w:val="00947896"/>
    <w:rsid w:val="009504BD"/>
    <w:rsid w:val="009505E3"/>
    <w:rsid w:val="00950A67"/>
    <w:rsid w:val="00950E96"/>
    <w:rsid w:val="00951A76"/>
    <w:rsid w:val="009535FC"/>
    <w:rsid w:val="009538B6"/>
    <w:rsid w:val="00953A4E"/>
    <w:rsid w:val="0095418E"/>
    <w:rsid w:val="00954A4D"/>
    <w:rsid w:val="00954E5C"/>
    <w:rsid w:val="0095523D"/>
    <w:rsid w:val="00955E0D"/>
    <w:rsid w:val="00956086"/>
    <w:rsid w:val="009569BD"/>
    <w:rsid w:val="00956B51"/>
    <w:rsid w:val="00957BD9"/>
    <w:rsid w:val="00957C76"/>
    <w:rsid w:val="00960294"/>
    <w:rsid w:val="00960D20"/>
    <w:rsid w:val="00960E35"/>
    <w:rsid w:val="00961079"/>
    <w:rsid w:val="009617A8"/>
    <w:rsid w:val="00962147"/>
    <w:rsid w:val="0096334E"/>
    <w:rsid w:val="0096381E"/>
    <w:rsid w:val="00963C30"/>
    <w:rsid w:val="009645BE"/>
    <w:rsid w:val="0096545D"/>
    <w:rsid w:val="00965D6F"/>
    <w:rsid w:val="00967BE0"/>
    <w:rsid w:val="009700E6"/>
    <w:rsid w:val="00970BB0"/>
    <w:rsid w:val="00970FA1"/>
    <w:rsid w:val="00971E89"/>
    <w:rsid w:val="0097238F"/>
    <w:rsid w:val="009723C0"/>
    <w:rsid w:val="00972854"/>
    <w:rsid w:val="00972DF4"/>
    <w:rsid w:val="00972EA1"/>
    <w:rsid w:val="009730FE"/>
    <w:rsid w:val="009731B2"/>
    <w:rsid w:val="00973576"/>
    <w:rsid w:val="00974186"/>
    <w:rsid w:val="00974D01"/>
    <w:rsid w:val="00975677"/>
    <w:rsid w:val="00975845"/>
    <w:rsid w:val="009768DC"/>
    <w:rsid w:val="00980144"/>
    <w:rsid w:val="00980BAB"/>
    <w:rsid w:val="00980E81"/>
    <w:rsid w:val="009810AF"/>
    <w:rsid w:val="00981151"/>
    <w:rsid w:val="009811FF"/>
    <w:rsid w:val="0098175B"/>
    <w:rsid w:val="00981FB5"/>
    <w:rsid w:val="009823F8"/>
    <w:rsid w:val="00982866"/>
    <w:rsid w:val="0098331A"/>
    <w:rsid w:val="009849C1"/>
    <w:rsid w:val="00984CAD"/>
    <w:rsid w:val="009858E5"/>
    <w:rsid w:val="00985A53"/>
    <w:rsid w:val="00986846"/>
    <w:rsid w:val="0098720E"/>
    <w:rsid w:val="00987701"/>
    <w:rsid w:val="00987B0B"/>
    <w:rsid w:val="00987DAD"/>
    <w:rsid w:val="009904FE"/>
    <w:rsid w:val="00991BF8"/>
    <w:rsid w:val="009926E2"/>
    <w:rsid w:val="00992795"/>
    <w:rsid w:val="00993086"/>
    <w:rsid w:val="009932B2"/>
    <w:rsid w:val="00994910"/>
    <w:rsid w:val="00994D4B"/>
    <w:rsid w:val="0099580C"/>
    <w:rsid w:val="00996121"/>
    <w:rsid w:val="00996336"/>
    <w:rsid w:val="0099635B"/>
    <w:rsid w:val="00996868"/>
    <w:rsid w:val="009969AB"/>
    <w:rsid w:val="009979E4"/>
    <w:rsid w:val="00997B1F"/>
    <w:rsid w:val="009A0B68"/>
    <w:rsid w:val="009A0BEC"/>
    <w:rsid w:val="009A110F"/>
    <w:rsid w:val="009A1895"/>
    <w:rsid w:val="009A1CF4"/>
    <w:rsid w:val="009A1DB3"/>
    <w:rsid w:val="009A3725"/>
    <w:rsid w:val="009A420B"/>
    <w:rsid w:val="009A4854"/>
    <w:rsid w:val="009A4D31"/>
    <w:rsid w:val="009A5A67"/>
    <w:rsid w:val="009A5BA9"/>
    <w:rsid w:val="009A6169"/>
    <w:rsid w:val="009A6638"/>
    <w:rsid w:val="009A71CC"/>
    <w:rsid w:val="009A7878"/>
    <w:rsid w:val="009A7E09"/>
    <w:rsid w:val="009B00D0"/>
    <w:rsid w:val="009B02E9"/>
    <w:rsid w:val="009B1642"/>
    <w:rsid w:val="009B197A"/>
    <w:rsid w:val="009B1E60"/>
    <w:rsid w:val="009B20BF"/>
    <w:rsid w:val="009B2202"/>
    <w:rsid w:val="009B2C32"/>
    <w:rsid w:val="009B333C"/>
    <w:rsid w:val="009B34ED"/>
    <w:rsid w:val="009B39A1"/>
    <w:rsid w:val="009B3F9F"/>
    <w:rsid w:val="009B47FF"/>
    <w:rsid w:val="009B4ECD"/>
    <w:rsid w:val="009B547F"/>
    <w:rsid w:val="009B580B"/>
    <w:rsid w:val="009B5CF6"/>
    <w:rsid w:val="009B64C2"/>
    <w:rsid w:val="009B66AF"/>
    <w:rsid w:val="009B6939"/>
    <w:rsid w:val="009B6A3C"/>
    <w:rsid w:val="009B6AD0"/>
    <w:rsid w:val="009B7412"/>
    <w:rsid w:val="009B7984"/>
    <w:rsid w:val="009B7B8D"/>
    <w:rsid w:val="009B7D1F"/>
    <w:rsid w:val="009C029E"/>
    <w:rsid w:val="009C10F3"/>
    <w:rsid w:val="009C1E67"/>
    <w:rsid w:val="009C1EDE"/>
    <w:rsid w:val="009C28A9"/>
    <w:rsid w:val="009C2D1F"/>
    <w:rsid w:val="009C2F74"/>
    <w:rsid w:val="009C4663"/>
    <w:rsid w:val="009C46F3"/>
    <w:rsid w:val="009C492F"/>
    <w:rsid w:val="009C4F01"/>
    <w:rsid w:val="009C5690"/>
    <w:rsid w:val="009C68F7"/>
    <w:rsid w:val="009C6E63"/>
    <w:rsid w:val="009C6F16"/>
    <w:rsid w:val="009C72DD"/>
    <w:rsid w:val="009C74D5"/>
    <w:rsid w:val="009D0496"/>
    <w:rsid w:val="009D189A"/>
    <w:rsid w:val="009D2A07"/>
    <w:rsid w:val="009D379A"/>
    <w:rsid w:val="009D3897"/>
    <w:rsid w:val="009D3985"/>
    <w:rsid w:val="009D39FF"/>
    <w:rsid w:val="009D4215"/>
    <w:rsid w:val="009D51DB"/>
    <w:rsid w:val="009D5AEF"/>
    <w:rsid w:val="009D6516"/>
    <w:rsid w:val="009D68E0"/>
    <w:rsid w:val="009D69F7"/>
    <w:rsid w:val="009D6D9A"/>
    <w:rsid w:val="009D727B"/>
    <w:rsid w:val="009D7852"/>
    <w:rsid w:val="009D7C1C"/>
    <w:rsid w:val="009D7EC3"/>
    <w:rsid w:val="009D7F4A"/>
    <w:rsid w:val="009E06EE"/>
    <w:rsid w:val="009E0F13"/>
    <w:rsid w:val="009E10B9"/>
    <w:rsid w:val="009E13C5"/>
    <w:rsid w:val="009E21A5"/>
    <w:rsid w:val="009E21F1"/>
    <w:rsid w:val="009E29BF"/>
    <w:rsid w:val="009E324F"/>
    <w:rsid w:val="009E33E6"/>
    <w:rsid w:val="009E3725"/>
    <w:rsid w:val="009E3AD1"/>
    <w:rsid w:val="009E4F6E"/>
    <w:rsid w:val="009E5404"/>
    <w:rsid w:val="009E5E92"/>
    <w:rsid w:val="009E61B6"/>
    <w:rsid w:val="009E680A"/>
    <w:rsid w:val="009E6979"/>
    <w:rsid w:val="009E6A0C"/>
    <w:rsid w:val="009E719F"/>
    <w:rsid w:val="009F0720"/>
    <w:rsid w:val="009F0D26"/>
    <w:rsid w:val="009F1068"/>
    <w:rsid w:val="009F31DF"/>
    <w:rsid w:val="009F388A"/>
    <w:rsid w:val="009F435C"/>
    <w:rsid w:val="009F4DE8"/>
    <w:rsid w:val="009F4E28"/>
    <w:rsid w:val="009F599B"/>
    <w:rsid w:val="009F5B5B"/>
    <w:rsid w:val="009F5BC1"/>
    <w:rsid w:val="009F6E13"/>
    <w:rsid w:val="009F6E8F"/>
    <w:rsid w:val="009F7326"/>
    <w:rsid w:val="00A00F9D"/>
    <w:rsid w:val="00A017C9"/>
    <w:rsid w:val="00A0238C"/>
    <w:rsid w:val="00A03346"/>
    <w:rsid w:val="00A03347"/>
    <w:rsid w:val="00A036AA"/>
    <w:rsid w:val="00A03E93"/>
    <w:rsid w:val="00A03F26"/>
    <w:rsid w:val="00A044BC"/>
    <w:rsid w:val="00A044E7"/>
    <w:rsid w:val="00A04AD0"/>
    <w:rsid w:val="00A04EDB"/>
    <w:rsid w:val="00A051B8"/>
    <w:rsid w:val="00A054F7"/>
    <w:rsid w:val="00A0573A"/>
    <w:rsid w:val="00A058C9"/>
    <w:rsid w:val="00A0631B"/>
    <w:rsid w:val="00A063AA"/>
    <w:rsid w:val="00A0682F"/>
    <w:rsid w:val="00A06CC2"/>
    <w:rsid w:val="00A06D79"/>
    <w:rsid w:val="00A07567"/>
    <w:rsid w:val="00A07D40"/>
    <w:rsid w:val="00A10F6D"/>
    <w:rsid w:val="00A11390"/>
    <w:rsid w:val="00A119E9"/>
    <w:rsid w:val="00A124B3"/>
    <w:rsid w:val="00A12961"/>
    <w:rsid w:val="00A13FDF"/>
    <w:rsid w:val="00A14486"/>
    <w:rsid w:val="00A14F65"/>
    <w:rsid w:val="00A15EFC"/>
    <w:rsid w:val="00A20AEA"/>
    <w:rsid w:val="00A21434"/>
    <w:rsid w:val="00A21A21"/>
    <w:rsid w:val="00A21D0F"/>
    <w:rsid w:val="00A22B75"/>
    <w:rsid w:val="00A22FC0"/>
    <w:rsid w:val="00A23C5F"/>
    <w:rsid w:val="00A23D2C"/>
    <w:rsid w:val="00A251BE"/>
    <w:rsid w:val="00A25C4A"/>
    <w:rsid w:val="00A26026"/>
    <w:rsid w:val="00A26F86"/>
    <w:rsid w:val="00A27976"/>
    <w:rsid w:val="00A30226"/>
    <w:rsid w:val="00A302D9"/>
    <w:rsid w:val="00A305BD"/>
    <w:rsid w:val="00A30F00"/>
    <w:rsid w:val="00A31520"/>
    <w:rsid w:val="00A31D7E"/>
    <w:rsid w:val="00A33082"/>
    <w:rsid w:val="00A33229"/>
    <w:rsid w:val="00A334C5"/>
    <w:rsid w:val="00A33C18"/>
    <w:rsid w:val="00A340CB"/>
    <w:rsid w:val="00A36207"/>
    <w:rsid w:val="00A36381"/>
    <w:rsid w:val="00A3666C"/>
    <w:rsid w:val="00A367AA"/>
    <w:rsid w:val="00A36BB3"/>
    <w:rsid w:val="00A36E4C"/>
    <w:rsid w:val="00A37681"/>
    <w:rsid w:val="00A37DBB"/>
    <w:rsid w:val="00A40FB5"/>
    <w:rsid w:val="00A41951"/>
    <w:rsid w:val="00A419BA"/>
    <w:rsid w:val="00A435A6"/>
    <w:rsid w:val="00A44767"/>
    <w:rsid w:val="00A447E8"/>
    <w:rsid w:val="00A44933"/>
    <w:rsid w:val="00A455E3"/>
    <w:rsid w:val="00A45945"/>
    <w:rsid w:val="00A4603E"/>
    <w:rsid w:val="00A47366"/>
    <w:rsid w:val="00A473AF"/>
    <w:rsid w:val="00A47F1F"/>
    <w:rsid w:val="00A50BE6"/>
    <w:rsid w:val="00A50FEC"/>
    <w:rsid w:val="00A51B15"/>
    <w:rsid w:val="00A51FFE"/>
    <w:rsid w:val="00A5216C"/>
    <w:rsid w:val="00A52181"/>
    <w:rsid w:val="00A52ED4"/>
    <w:rsid w:val="00A5435B"/>
    <w:rsid w:val="00A5467B"/>
    <w:rsid w:val="00A55648"/>
    <w:rsid w:val="00A55C2D"/>
    <w:rsid w:val="00A55CF2"/>
    <w:rsid w:val="00A561D2"/>
    <w:rsid w:val="00A569CC"/>
    <w:rsid w:val="00A56F83"/>
    <w:rsid w:val="00A57C0D"/>
    <w:rsid w:val="00A60663"/>
    <w:rsid w:val="00A607E5"/>
    <w:rsid w:val="00A61689"/>
    <w:rsid w:val="00A622BC"/>
    <w:rsid w:val="00A62AAC"/>
    <w:rsid w:val="00A6308F"/>
    <w:rsid w:val="00A635CB"/>
    <w:rsid w:val="00A64036"/>
    <w:rsid w:val="00A64472"/>
    <w:rsid w:val="00A64DCA"/>
    <w:rsid w:val="00A6514E"/>
    <w:rsid w:val="00A6574D"/>
    <w:rsid w:val="00A669F2"/>
    <w:rsid w:val="00A67C95"/>
    <w:rsid w:val="00A701C6"/>
    <w:rsid w:val="00A70B0D"/>
    <w:rsid w:val="00A70BFE"/>
    <w:rsid w:val="00A70E9D"/>
    <w:rsid w:val="00A70EA1"/>
    <w:rsid w:val="00A71178"/>
    <w:rsid w:val="00A71421"/>
    <w:rsid w:val="00A7146D"/>
    <w:rsid w:val="00A71DC8"/>
    <w:rsid w:val="00A72469"/>
    <w:rsid w:val="00A72A38"/>
    <w:rsid w:val="00A7350A"/>
    <w:rsid w:val="00A73A02"/>
    <w:rsid w:val="00A73D3D"/>
    <w:rsid w:val="00A7400B"/>
    <w:rsid w:val="00A741AD"/>
    <w:rsid w:val="00A74655"/>
    <w:rsid w:val="00A7532D"/>
    <w:rsid w:val="00A75453"/>
    <w:rsid w:val="00A75849"/>
    <w:rsid w:val="00A75A0F"/>
    <w:rsid w:val="00A75D12"/>
    <w:rsid w:val="00A7638C"/>
    <w:rsid w:val="00A76FC0"/>
    <w:rsid w:val="00A77354"/>
    <w:rsid w:val="00A774A1"/>
    <w:rsid w:val="00A77FDD"/>
    <w:rsid w:val="00A8043E"/>
    <w:rsid w:val="00A80C60"/>
    <w:rsid w:val="00A814CC"/>
    <w:rsid w:val="00A81DB7"/>
    <w:rsid w:val="00A82610"/>
    <w:rsid w:val="00A8277A"/>
    <w:rsid w:val="00A82B1E"/>
    <w:rsid w:val="00A82E28"/>
    <w:rsid w:val="00A83458"/>
    <w:rsid w:val="00A83926"/>
    <w:rsid w:val="00A83B8F"/>
    <w:rsid w:val="00A84373"/>
    <w:rsid w:val="00A84DF1"/>
    <w:rsid w:val="00A85179"/>
    <w:rsid w:val="00A854AC"/>
    <w:rsid w:val="00A85504"/>
    <w:rsid w:val="00A858C7"/>
    <w:rsid w:val="00A86BB6"/>
    <w:rsid w:val="00A9021B"/>
    <w:rsid w:val="00A90348"/>
    <w:rsid w:val="00A91408"/>
    <w:rsid w:val="00A91891"/>
    <w:rsid w:val="00A91D8C"/>
    <w:rsid w:val="00A91F36"/>
    <w:rsid w:val="00A91F3C"/>
    <w:rsid w:val="00A9243D"/>
    <w:rsid w:val="00A926FB"/>
    <w:rsid w:val="00A944E6"/>
    <w:rsid w:val="00A94AF9"/>
    <w:rsid w:val="00A95455"/>
    <w:rsid w:val="00A9545C"/>
    <w:rsid w:val="00A96676"/>
    <w:rsid w:val="00A96809"/>
    <w:rsid w:val="00A96906"/>
    <w:rsid w:val="00A9691C"/>
    <w:rsid w:val="00A96AF0"/>
    <w:rsid w:val="00A9731A"/>
    <w:rsid w:val="00A97F04"/>
    <w:rsid w:val="00AA0F8F"/>
    <w:rsid w:val="00AA0FBD"/>
    <w:rsid w:val="00AA14A9"/>
    <w:rsid w:val="00AA1661"/>
    <w:rsid w:val="00AA1E23"/>
    <w:rsid w:val="00AA21AF"/>
    <w:rsid w:val="00AA3345"/>
    <w:rsid w:val="00AA33EA"/>
    <w:rsid w:val="00AA3844"/>
    <w:rsid w:val="00AA4675"/>
    <w:rsid w:val="00AA5174"/>
    <w:rsid w:val="00AA54AE"/>
    <w:rsid w:val="00AA6154"/>
    <w:rsid w:val="00AA635A"/>
    <w:rsid w:val="00AA7136"/>
    <w:rsid w:val="00AA723E"/>
    <w:rsid w:val="00AA7E8A"/>
    <w:rsid w:val="00AB0699"/>
    <w:rsid w:val="00AB0EFD"/>
    <w:rsid w:val="00AB16CA"/>
    <w:rsid w:val="00AB1A09"/>
    <w:rsid w:val="00AB2EA3"/>
    <w:rsid w:val="00AB3041"/>
    <w:rsid w:val="00AB3D36"/>
    <w:rsid w:val="00AB47FF"/>
    <w:rsid w:val="00AB482D"/>
    <w:rsid w:val="00AB48AE"/>
    <w:rsid w:val="00AB4A64"/>
    <w:rsid w:val="00AB4C2E"/>
    <w:rsid w:val="00AB508D"/>
    <w:rsid w:val="00AB521A"/>
    <w:rsid w:val="00AB5702"/>
    <w:rsid w:val="00AB5DF8"/>
    <w:rsid w:val="00AB6357"/>
    <w:rsid w:val="00AC021A"/>
    <w:rsid w:val="00AC0602"/>
    <w:rsid w:val="00AC0D07"/>
    <w:rsid w:val="00AC16FD"/>
    <w:rsid w:val="00AC2734"/>
    <w:rsid w:val="00AC300F"/>
    <w:rsid w:val="00AC3122"/>
    <w:rsid w:val="00AC3800"/>
    <w:rsid w:val="00AC383E"/>
    <w:rsid w:val="00AC4A57"/>
    <w:rsid w:val="00AC4F31"/>
    <w:rsid w:val="00AC50F9"/>
    <w:rsid w:val="00AC6BDA"/>
    <w:rsid w:val="00AC6DCA"/>
    <w:rsid w:val="00AC6DFC"/>
    <w:rsid w:val="00AC7273"/>
    <w:rsid w:val="00AC768F"/>
    <w:rsid w:val="00AC76A9"/>
    <w:rsid w:val="00AD0290"/>
    <w:rsid w:val="00AD035D"/>
    <w:rsid w:val="00AD059B"/>
    <w:rsid w:val="00AD0DB0"/>
    <w:rsid w:val="00AD1AAE"/>
    <w:rsid w:val="00AD220A"/>
    <w:rsid w:val="00AD22F1"/>
    <w:rsid w:val="00AD2512"/>
    <w:rsid w:val="00AD29AA"/>
    <w:rsid w:val="00AD2A2C"/>
    <w:rsid w:val="00AD2B8A"/>
    <w:rsid w:val="00AD307F"/>
    <w:rsid w:val="00AD3D4B"/>
    <w:rsid w:val="00AD436B"/>
    <w:rsid w:val="00AD4460"/>
    <w:rsid w:val="00AD49B1"/>
    <w:rsid w:val="00AD56A9"/>
    <w:rsid w:val="00AD594C"/>
    <w:rsid w:val="00AD59E6"/>
    <w:rsid w:val="00AD5E4C"/>
    <w:rsid w:val="00AD75AF"/>
    <w:rsid w:val="00AD7929"/>
    <w:rsid w:val="00AE0092"/>
    <w:rsid w:val="00AE1D38"/>
    <w:rsid w:val="00AE2023"/>
    <w:rsid w:val="00AE2649"/>
    <w:rsid w:val="00AE278A"/>
    <w:rsid w:val="00AE28D8"/>
    <w:rsid w:val="00AE2A4F"/>
    <w:rsid w:val="00AE37A3"/>
    <w:rsid w:val="00AE3956"/>
    <w:rsid w:val="00AE3E38"/>
    <w:rsid w:val="00AE46AC"/>
    <w:rsid w:val="00AE4C6F"/>
    <w:rsid w:val="00AE50B6"/>
    <w:rsid w:val="00AE65A0"/>
    <w:rsid w:val="00AE6E5F"/>
    <w:rsid w:val="00AE6F20"/>
    <w:rsid w:val="00AE737D"/>
    <w:rsid w:val="00AE76A0"/>
    <w:rsid w:val="00AF00B2"/>
    <w:rsid w:val="00AF07F3"/>
    <w:rsid w:val="00AF0896"/>
    <w:rsid w:val="00AF126E"/>
    <w:rsid w:val="00AF12BA"/>
    <w:rsid w:val="00AF1AE9"/>
    <w:rsid w:val="00AF1D99"/>
    <w:rsid w:val="00AF2298"/>
    <w:rsid w:val="00AF2E02"/>
    <w:rsid w:val="00AF3B1F"/>
    <w:rsid w:val="00AF3C03"/>
    <w:rsid w:val="00AF47C7"/>
    <w:rsid w:val="00AF4C83"/>
    <w:rsid w:val="00AF5200"/>
    <w:rsid w:val="00AF5DC8"/>
    <w:rsid w:val="00AF668D"/>
    <w:rsid w:val="00AF68A7"/>
    <w:rsid w:val="00AF6D7C"/>
    <w:rsid w:val="00AF6E6B"/>
    <w:rsid w:val="00AF70A4"/>
    <w:rsid w:val="00AF70D8"/>
    <w:rsid w:val="00AF7657"/>
    <w:rsid w:val="00B0013B"/>
    <w:rsid w:val="00B00C0B"/>
    <w:rsid w:val="00B00E78"/>
    <w:rsid w:val="00B0148E"/>
    <w:rsid w:val="00B02621"/>
    <w:rsid w:val="00B0295F"/>
    <w:rsid w:val="00B035AB"/>
    <w:rsid w:val="00B03AC9"/>
    <w:rsid w:val="00B04459"/>
    <w:rsid w:val="00B048D2"/>
    <w:rsid w:val="00B04B9F"/>
    <w:rsid w:val="00B06D6B"/>
    <w:rsid w:val="00B07FD1"/>
    <w:rsid w:val="00B07FE2"/>
    <w:rsid w:val="00B105C4"/>
    <w:rsid w:val="00B10D4D"/>
    <w:rsid w:val="00B114FE"/>
    <w:rsid w:val="00B11679"/>
    <w:rsid w:val="00B128B9"/>
    <w:rsid w:val="00B132F0"/>
    <w:rsid w:val="00B135B9"/>
    <w:rsid w:val="00B13B44"/>
    <w:rsid w:val="00B16578"/>
    <w:rsid w:val="00B170DD"/>
    <w:rsid w:val="00B17F20"/>
    <w:rsid w:val="00B205B8"/>
    <w:rsid w:val="00B21079"/>
    <w:rsid w:val="00B21161"/>
    <w:rsid w:val="00B21449"/>
    <w:rsid w:val="00B2237F"/>
    <w:rsid w:val="00B22B3D"/>
    <w:rsid w:val="00B22DD5"/>
    <w:rsid w:val="00B23463"/>
    <w:rsid w:val="00B234A3"/>
    <w:rsid w:val="00B25017"/>
    <w:rsid w:val="00B2507C"/>
    <w:rsid w:val="00B251F9"/>
    <w:rsid w:val="00B25267"/>
    <w:rsid w:val="00B25377"/>
    <w:rsid w:val="00B25C37"/>
    <w:rsid w:val="00B26A6F"/>
    <w:rsid w:val="00B273B9"/>
    <w:rsid w:val="00B27B84"/>
    <w:rsid w:val="00B27F6A"/>
    <w:rsid w:val="00B30503"/>
    <w:rsid w:val="00B305D8"/>
    <w:rsid w:val="00B30F1F"/>
    <w:rsid w:val="00B3123A"/>
    <w:rsid w:val="00B32192"/>
    <w:rsid w:val="00B3237E"/>
    <w:rsid w:val="00B34553"/>
    <w:rsid w:val="00B345B7"/>
    <w:rsid w:val="00B34CF1"/>
    <w:rsid w:val="00B363B8"/>
    <w:rsid w:val="00B365D5"/>
    <w:rsid w:val="00B368D0"/>
    <w:rsid w:val="00B3733E"/>
    <w:rsid w:val="00B40C2E"/>
    <w:rsid w:val="00B40D7A"/>
    <w:rsid w:val="00B40EB6"/>
    <w:rsid w:val="00B411A8"/>
    <w:rsid w:val="00B412AA"/>
    <w:rsid w:val="00B41431"/>
    <w:rsid w:val="00B41B28"/>
    <w:rsid w:val="00B42702"/>
    <w:rsid w:val="00B427A8"/>
    <w:rsid w:val="00B42FD8"/>
    <w:rsid w:val="00B437D4"/>
    <w:rsid w:val="00B44BC6"/>
    <w:rsid w:val="00B44F5E"/>
    <w:rsid w:val="00B45127"/>
    <w:rsid w:val="00B45190"/>
    <w:rsid w:val="00B464FC"/>
    <w:rsid w:val="00B47AD8"/>
    <w:rsid w:val="00B47CFD"/>
    <w:rsid w:val="00B51852"/>
    <w:rsid w:val="00B522E1"/>
    <w:rsid w:val="00B52452"/>
    <w:rsid w:val="00B538E9"/>
    <w:rsid w:val="00B54052"/>
    <w:rsid w:val="00B56F14"/>
    <w:rsid w:val="00B57683"/>
    <w:rsid w:val="00B60656"/>
    <w:rsid w:val="00B611B0"/>
    <w:rsid w:val="00B61C0D"/>
    <w:rsid w:val="00B61E85"/>
    <w:rsid w:val="00B61F89"/>
    <w:rsid w:val="00B62356"/>
    <w:rsid w:val="00B625D2"/>
    <w:rsid w:val="00B64842"/>
    <w:rsid w:val="00B656BF"/>
    <w:rsid w:val="00B66DAF"/>
    <w:rsid w:val="00B67E04"/>
    <w:rsid w:val="00B67E99"/>
    <w:rsid w:val="00B67F75"/>
    <w:rsid w:val="00B70721"/>
    <w:rsid w:val="00B70A88"/>
    <w:rsid w:val="00B70D69"/>
    <w:rsid w:val="00B70E70"/>
    <w:rsid w:val="00B70FAA"/>
    <w:rsid w:val="00B716B2"/>
    <w:rsid w:val="00B716CE"/>
    <w:rsid w:val="00B7215D"/>
    <w:rsid w:val="00B72898"/>
    <w:rsid w:val="00B728EB"/>
    <w:rsid w:val="00B733BC"/>
    <w:rsid w:val="00B736BD"/>
    <w:rsid w:val="00B74998"/>
    <w:rsid w:val="00B74A30"/>
    <w:rsid w:val="00B75631"/>
    <w:rsid w:val="00B75699"/>
    <w:rsid w:val="00B768DE"/>
    <w:rsid w:val="00B76D80"/>
    <w:rsid w:val="00B77FA1"/>
    <w:rsid w:val="00B809CB"/>
    <w:rsid w:val="00B80ABD"/>
    <w:rsid w:val="00B81757"/>
    <w:rsid w:val="00B81958"/>
    <w:rsid w:val="00B819A0"/>
    <w:rsid w:val="00B822A3"/>
    <w:rsid w:val="00B823EE"/>
    <w:rsid w:val="00B8278E"/>
    <w:rsid w:val="00B82CEC"/>
    <w:rsid w:val="00B82F15"/>
    <w:rsid w:val="00B839BC"/>
    <w:rsid w:val="00B83ADA"/>
    <w:rsid w:val="00B83FF9"/>
    <w:rsid w:val="00B851F5"/>
    <w:rsid w:val="00B8563A"/>
    <w:rsid w:val="00B861C2"/>
    <w:rsid w:val="00B86FE5"/>
    <w:rsid w:val="00B9049E"/>
    <w:rsid w:val="00B90910"/>
    <w:rsid w:val="00B90DDE"/>
    <w:rsid w:val="00B91A1C"/>
    <w:rsid w:val="00B93B49"/>
    <w:rsid w:val="00B93CFE"/>
    <w:rsid w:val="00B9429F"/>
    <w:rsid w:val="00B945C9"/>
    <w:rsid w:val="00B94627"/>
    <w:rsid w:val="00B94684"/>
    <w:rsid w:val="00B94F9F"/>
    <w:rsid w:val="00B9546B"/>
    <w:rsid w:val="00B955DD"/>
    <w:rsid w:val="00B96DB0"/>
    <w:rsid w:val="00B97A64"/>
    <w:rsid w:val="00B97FDE"/>
    <w:rsid w:val="00BA17E0"/>
    <w:rsid w:val="00BA1BCC"/>
    <w:rsid w:val="00BA3645"/>
    <w:rsid w:val="00BA3D7E"/>
    <w:rsid w:val="00BA4218"/>
    <w:rsid w:val="00BA4600"/>
    <w:rsid w:val="00BA4EC5"/>
    <w:rsid w:val="00BA4EF1"/>
    <w:rsid w:val="00BA5092"/>
    <w:rsid w:val="00BA5227"/>
    <w:rsid w:val="00BA55AD"/>
    <w:rsid w:val="00BA57A5"/>
    <w:rsid w:val="00BA5EC1"/>
    <w:rsid w:val="00BA6334"/>
    <w:rsid w:val="00BA67A3"/>
    <w:rsid w:val="00BA783C"/>
    <w:rsid w:val="00BB0554"/>
    <w:rsid w:val="00BB0AC4"/>
    <w:rsid w:val="00BB1476"/>
    <w:rsid w:val="00BB1774"/>
    <w:rsid w:val="00BB1CB1"/>
    <w:rsid w:val="00BB25C7"/>
    <w:rsid w:val="00BB30DB"/>
    <w:rsid w:val="00BB368C"/>
    <w:rsid w:val="00BB3CA3"/>
    <w:rsid w:val="00BB43CC"/>
    <w:rsid w:val="00BB4954"/>
    <w:rsid w:val="00BB4F0B"/>
    <w:rsid w:val="00BB5593"/>
    <w:rsid w:val="00BB55CC"/>
    <w:rsid w:val="00BB58EB"/>
    <w:rsid w:val="00BB69F5"/>
    <w:rsid w:val="00BB6BFF"/>
    <w:rsid w:val="00BB7166"/>
    <w:rsid w:val="00BB7240"/>
    <w:rsid w:val="00BB7256"/>
    <w:rsid w:val="00BB75B4"/>
    <w:rsid w:val="00BB764E"/>
    <w:rsid w:val="00BC0211"/>
    <w:rsid w:val="00BC02C5"/>
    <w:rsid w:val="00BC03AD"/>
    <w:rsid w:val="00BC04C1"/>
    <w:rsid w:val="00BC09C1"/>
    <w:rsid w:val="00BC20BC"/>
    <w:rsid w:val="00BC2412"/>
    <w:rsid w:val="00BC28DA"/>
    <w:rsid w:val="00BC319E"/>
    <w:rsid w:val="00BC325D"/>
    <w:rsid w:val="00BC39E3"/>
    <w:rsid w:val="00BC3BA5"/>
    <w:rsid w:val="00BC3F48"/>
    <w:rsid w:val="00BC457C"/>
    <w:rsid w:val="00BC5163"/>
    <w:rsid w:val="00BC6432"/>
    <w:rsid w:val="00BC6DA7"/>
    <w:rsid w:val="00BC717E"/>
    <w:rsid w:val="00BC71B3"/>
    <w:rsid w:val="00BD023B"/>
    <w:rsid w:val="00BD095A"/>
    <w:rsid w:val="00BD13C7"/>
    <w:rsid w:val="00BD1898"/>
    <w:rsid w:val="00BD1D82"/>
    <w:rsid w:val="00BD2803"/>
    <w:rsid w:val="00BD2846"/>
    <w:rsid w:val="00BD38C1"/>
    <w:rsid w:val="00BD4F00"/>
    <w:rsid w:val="00BD5100"/>
    <w:rsid w:val="00BD543D"/>
    <w:rsid w:val="00BD5B5A"/>
    <w:rsid w:val="00BD5EAC"/>
    <w:rsid w:val="00BD65EC"/>
    <w:rsid w:val="00BD741B"/>
    <w:rsid w:val="00BD79ED"/>
    <w:rsid w:val="00BD7C7A"/>
    <w:rsid w:val="00BE033E"/>
    <w:rsid w:val="00BE0F74"/>
    <w:rsid w:val="00BE115A"/>
    <w:rsid w:val="00BE1CFA"/>
    <w:rsid w:val="00BE2707"/>
    <w:rsid w:val="00BE3663"/>
    <w:rsid w:val="00BE4590"/>
    <w:rsid w:val="00BE4644"/>
    <w:rsid w:val="00BE5058"/>
    <w:rsid w:val="00BE5753"/>
    <w:rsid w:val="00BE620D"/>
    <w:rsid w:val="00BE6E84"/>
    <w:rsid w:val="00BE7BC8"/>
    <w:rsid w:val="00BF0BB0"/>
    <w:rsid w:val="00BF187D"/>
    <w:rsid w:val="00BF1EF7"/>
    <w:rsid w:val="00BF28F2"/>
    <w:rsid w:val="00BF3D6E"/>
    <w:rsid w:val="00BF4DCC"/>
    <w:rsid w:val="00BF4FF6"/>
    <w:rsid w:val="00BF5057"/>
    <w:rsid w:val="00BF5946"/>
    <w:rsid w:val="00BF74FD"/>
    <w:rsid w:val="00BF77D3"/>
    <w:rsid w:val="00BF78AB"/>
    <w:rsid w:val="00C0052C"/>
    <w:rsid w:val="00C00E17"/>
    <w:rsid w:val="00C00F3E"/>
    <w:rsid w:val="00C01E3E"/>
    <w:rsid w:val="00C021B0"/>
    <w:rsid w:val="00C028EC"/>
    <w:rsid w:val="00C02B05"/>
    <w:rsid w:val="00C034C9"/>
    <w:rsid w:val="00C03C01"/>
    <w:rsid w:val="00C03CA4"/>
    <w:rsid w:val="00C04631"/>
    <w:rsid w:val="00C05517"/>
    <w:rsid w:val="00C05AB4"/>
    <w:rsid w:val="00C06293"/>
    <w:rsid w:val="00C06E5B"/>
    <w:rsid w:val="00C06EC7"/>
    <w:rsid w:val="00C07260"/>
    <w:rsid w:val="00C07960"/>
    <w:rsid w:val="00C119D5"/>
    <w:rsid w:val="00C11B31"/>
    <w:rsid w:val="00C11EBC"/>
    <w:rsid w:val="00C12EEB"/>
    <w:rsid w:val="00C12F5F"/>
    <w:rsid w:val="00C13E01"/>
    <w:rsid w:val="00C1647F"/>
    <w:rsid w:val="00C168C9"/>
    <w:rsid w:val="00C16DE6"/>
    <w:rsid w:val="00C16EBC"/>
    <w:rsid w:val="00C17052"/>
    <w:rsid w:val="00C176F7"/>
    <w:rsid w:val="00C205C8"/>
    <w:rsid w:val="00C20EF2"/>
    <w:rsid w:val="00C216C8"/>
    <w:rsid w:val="00C218E2"/>
    <w:rsid w:val="00C21A63"/>
    <w:rsid w:val="00C21C9C"/>
    <w:rsid w:val="00C22B67"/>
    <w:rsid w:val="00C231FA"/>
    <w:rsid w:val="00C23668"/>
    <w:rsid w:val="00C24C8B"/>
    <w:rsid w:val="00C250B4"/>
    <w:rsid w:val="00C27CBA"/>
    <w:rsid w:val="00C30B4C"/>
    <w:rsid w:val="00C31737"/>
    <w:rsid w:val="00C3190E"/>
    <w:rsid w:val="00C3214A"/>
    <w:rsid w:val="00C32CFE"/>
    <w:rsid w:val="00C338EF"/>
    <w:rsid w:val="00C34172"/>
    <w:rsid w:val="00C34CAF"/>
    <w:rsid w:val="00C34D2F"/>
    <w:rsid w:val="00C34D9A"/>
    <w:rsid w:val="00C35D6D"/>
    <w:rsid w:val="00C362D3"/>
    <w:rsid w:val="00C36446"/>
    <w:rsid w:val="00C365B8"/>
    <w:rsid w:val="00C3738A"/>
    <w:rsid w:val="00C403D2"/>
    <w:rsid w:val="00C40A5B"/>
    <w:rsid w:val="00C40DA3"/>
    <w:rsid w:val="00C41121"/>
    <w:rsid w:val="00C41895"/>
    <w:rsid w:val="00C427E8"/>
    <w:rsid w:val="00C42B95"/>
    <w:rsid w:val="00C43425"/>
    <w:rsid w:val="00C43D84"/>
    <w:rsid w:val="00C443C4"/>
    <w:rsid w:val="00C4461E"/>
    <w:rsid w:val="00C448EA"/>
    <w:rsid w:val="00C45167"/>
    <w:rsid w:val="00C46A50"/>
    <w:rsid w:val="00C46BFC"/>
    <w:rsid w:val="00C46CA2"/>
    <w:rsid w:val="00C472AC"/>
    <w:rsid w:val="00C475BC"/>
    <w:rsid w:val="00C47C65"/>
    <w:rsid w:val="00C52464"/>
    <w:rsid w:val="00C53007"/>
    <w:rsid w:val="00C53583"/>
    <w:rsid w:val="00C535DD"/>
    <w:rsid w:val="00C53BF5"/>
    <w:rsid w:val="00C540E4"/>
    <w:rsid w:val="00C54A66"/>
    <w:rsid w:val="00C54AE1"/>
    <w:rsid w:val="00C54D82"/>
    <w:rsid w:val="00C562FB"/>
    <w:rsid w:val="00C575EF"/>
    <w:rsid w:val="00C57EE3"/>
    <w:rsid w:val="00C60868"/>
    <w:rsid w:val="00C60AEE"/>
    <w:rsid w:val="00C60B24"/>
    <w:rsid w:val="00C612A5"/>
    <w:rsid w:val="00C613D8"/>
    <w:rsid w:val="00C6193D"/>
    <w:rsid w:val="00C634EB"/>
    <w:rsid w:val="00C6446B"/>
    <w:rsid w:val="00C64F6C"/>
    <w:rsid w:val="00C65053"/>
    <w:rsid w:val="00C65EE1"/>
    <w:rsid w:val="00C6723C"/>
    <w:rsid w:val="00C7040D"/>
    <w:rsid w:val="00C70539"/>
    <w:rsid w:val="00C70565"/>
    <w:rsid w:val="00C70693"/>
    <w:rsid w:val="00C71EAF"/>
    <w:rsid w:val="00C7361E"/>
    <w:rsid w:val="00C73ABC"/>
    <w:rsid w:val="00C73F33"/>
    <w:rsid w:val="00C746E5"/>
    <w:rsid w:val="00C7520B"/>
    <w:rsid w:val="00C7552D"/>
    <w:rsid w:val="00C75777"/>
    <w:rsid w:val="00C76E3F"/>
    <w:rsid w:val="00C7734F"/>
    <w:rsid w:val="00C77519"/>
    <w:rsid w:val="00C776F2"/>
    <w:rsid w:val="00C77714"/>
    <w:rsid w:val="00C800B6"/>
    <w:rsid w:val="00C80207"/>
    <w:rsid w:val="00C8025F"/>
    <w:rsid w:val="00C80DB0"/>
    <w:rsid w:val="00C81381"/>
    <w:rsid w:val="00C8291F"/>
    <w:rsid w:val="00C82CDC"/>
    <w:rsid w:val="00C83E73"/>
    <w:rsid w:val="00C83E7E"/>
    <w:rsid w:val="00C83FE5"/>
    <w:rsid w:val="00C844C1"/>
    <w:rsid w:val="00C85907"/>
    <w:rsid w:val="00C86218"/>
    <w:rsid w:val="00C867ED"/>
    <w:rsid w:val="00C86982"/>
    <w:rsid w:val="00C86ED1"/>
    <w:rsid w:val="00C87ABE"/>
    <w:rsid w:val="00C905FF"/>
    <w:rsid w:val="00C90767"/>
    <w:rsid w:val="00C91923"/>
    <w:rsid w:val="00C9200C"/>
    <w:rsid w:val="00C933C6"/>
    <w:rsid w:val="00C93506"/>
    <w:rsid w:val="00C93E6B"/>
    <w:rsid w:val="00C94376"/>
    <w:rsid w:val="00C943C7"/>
    <w:rsid w:val="00C946AB"/>
    <w:rsid w:val="00C9496F"/>
    <w:rsid w:val="00C950AF"/>
    <w:rsid w:val="00C96675"/>
    <w:rsid w:val="00C9754D"/>
    <w:rsid w:val="00C97E39"/>
    <w:rsid w:val="00CA0455"/>
    <w:rsid w:val="00CA125A"/>
    <w:rsid w:val="00CA23CF"/>
    <w:rsid w:val="00CA28F7"/>
    <w:rsid w:val="00CA2D10"/>
    <w:rsid w:val="00CA2EE6"/>
    <w:rsid w:val="00CA3C7A"/>
    <w:rsid w:val="00CA3E47"/>
    <w:rsid w:val="00CA3ECC"/>
    <w:rsid w:val="00CA42B5"/>
    <w:rsid w:val="00CA441B"/>
    <w:rsid w:val="00CA452F"/>
    <w:rsid w:val="00CA650A"/>
    <w:rsid w:val="00CA7747"/>
    <w:rsid w:val="00CA788B"/>
    <w:rsid w:val="00CB1715"/>
    <w:rsid w:val="00CB181E"/>
    <w:rsid w:val="00CB1B31"/>
    <w:rsid w:val="00CB2671"/>
    <w:rsid w:val="00CB414F"/>
    <w:rsid w:val="00CB508C"/>
    <w:rsid w:val="00CB50B0"/>
    <w:rsid w:val="00CB53FC"/>
    <w:rsid w:val="00CB5711"/>
    <w:rsid w:val="00CB5DF2"/>
    <w:rsid w:val="00CB60C2"/>
    <w:rsid w:val="00CB61BC"/>
    <w:rsid w:val="00CB6624"/>
    <w:rsid w:val="00CB68FB"/>
    <w:rsid w:val="00CC1768"/>
    <w:rsid w:val="00CC21A0"/>
    <w:rsid w:val="00CC2879"/>
    <w:rsid w:val="00CC2B8E"/>
    <w:rsid w:val="00CC3868"/>
    <w:rsid w:val="00CC47E5"/>
    <w:rsid w:val="00CC494B"/>
    <w:rsid w:val="00CC5651"/>
    <w:rsid w:val="00CC592E"/>
    <w:rsid w:val="00CC5D90"/>
    <w:rsid w:val="00CC5DD2"/>
    <w:rsid w:val="00CC6AE9"/>
    <w:rsid w:val="00CC6D37"/>
    <w:rsid w:val="00CC6F4F"/>
    <w:rsid w:val="00CC7045"/>
    <w:rsid w:val="00CC7571"/>
    <w:rsid w:val="00CD07CE"/>
    <w:rsid w:val="00CD1215"/>
    <w:rsid w:val="00CD1842"/>
    <w:rsid w:val="00CD2239"/>
    <w:rsid w:val="00CD408A"/>
    <w:rsid w:val="00CD4412"/>
    <w:rsid w:val="00CD558A"/>
    <w:rsid w:val="00CD5FB8"/>
    <w:rsid w:val="00CD69DC"/>
    <w:rsid w:val="00CD6E20"/>
    <w:rsid w:val="00CD773B"/>
    <w:rsid w:val="00CD799F"/>
    <w:rsid w:val="00CD7BCA"/>
    <w:rsid w:val="00CD7E0E"/>
    <w:rsid w:val="00CE06A0"/>
    <w:rsid w:val="00CE2143"/>
    <w:rsid w:val="00CE2A11"/>
    <w:rsid w:val="00CE2E29"/>
    <w:rsid w:val="00CE339B"/>
    <w:rsid w:val="00CE35D8"/>
    <w:rsid w:val="00CE36AC"/>
    <w:rsid w:val="00CE5E25"/>
    <w:rsid w:val="00CE64E4"/>
    <w:rsid w:val="00CE7D24"/>
    <w:rsid w:val="00CE7D45"/>
    <w:rsid w:val="00CE7D7D"/>
    <w:rsid w:val="00CF02C7"/>
    <w:rsid w:val="00CF1634"/>
    <w:rsid w:val="00CF18CB"/>
    <w:rsid w:val="00CF19B2"/>
    <w:rsid w:val="00CF19F4"/>
    <w:rsid w:val="00CF23F9"/>
    <w:rsid w:val="00CF2425"/>
    <w:rsid w:val="00CF250B"/>
    <w:rsid w:val="00CF279C"/>
    <w:rsid w:val="00CF2BB3"/>
    <w:rsid w:val="00CF33D2"/>
    <w:rsid w:val="00CF3889"/>
    <w:rsid w:val="00CF3CF9"/>
    <w:rsid w:val="00CF4D12"/>
    <w:rsid w:val="00CF4F5A"/>
    <w:rsid w:val="00CF52A4"/>
    <w:rsid w:val="00CF59B0"/>
    <w:rsid w:val="00CF6195"/>
    <w:rsid w:val="00CF6664"/>
    <w:rsid w:val="00CF6B5E"/>
    <w:rsid w:val="00CF6DA3"/>
    <w:rsid w:val="00CF7590"/>
    <w:rsid w:val="00D009BF"/>
    <w:rsid w:val="00D00C78"/>
    <w:rsid w:val="00D00E47"/>
    <w:rsid w:val="00D00FF6"/>
    <w:rsid w:val="00D01AC1"/>
    <w:rsid w:val="00D01D32"/>
    <w:rsid w:val="00D024E9"/>
    <w:rsid w:val="00D02926"/>
    <w:rsid w:val="00D03392"/>
    <w:rsid w:val="00D033BD"/>
    <w:rsid w:val="00D03529"/>
    <w:rsid w:val="00D039D4"/>
    <w:rsid w:val="00D04F65"/>
    <w:rsid w:val="00D05836"/>
    <w:rsid w:val="00D05D4F"/>
    <w:rsid w:val="00D05E1D"/>
    <w:rsid w:val="00D061E4"/>
    <w:rsid w:val="00D06219"/>
    <w:rsid w:val="00D063B0"/>
    <w:rsid w:val="00D0681D"/>
    <w:rsid w:val="00D068BD"/>
    <w:rsid w:val="00D06AC6"/>
    <w:rsid w:val="00D06FB4"/>
    <w:rsid w:val="00D0775A"/>
    <w:rsid w:val="00D10384"/>
    <w:rsid w:val="00D1068A"/>
    <w:rsid w:val="00D10772"/>
    <w:rsid w:val="00D115BC"/>
    <w:rsid w:val="00D117DA"/>
    <w:rsid w:val="00D11E42"/>
    <w:rsid w:val="00D122DC"/>
    <w:rsid w:val="00D124AB"/>
    <w:rsid w:val="00D15939"/>
    <w:rsid w:val="00D1624B"/>
    <w:rsid w:val="00D1674F"/>
    <w:rsid w:val="00D16973"/>
    <w:rsid w:val="00D20350"/>
    <w:rsid w:val="00D209B1"/>
    <w:rsid w:val="00D20A39"/>
    <w:rsid w:val="00D20DD7"/>
    <w:rsid w:val="00D2114F"/>
    <w:rsid w:val="00D21266"/>
    <w:rsid w:val="00D21437"/>
    <w:rsid w:val="00D21CCD"/>
    <w:rsid w:val="00D2210A"/>
    <w:rsid w:val="00D22402"/>
    <w:rsid w:val="00D227E0"/>
    <w:rsid w:val="00D22A3E"/>
    <w:rsid w:val="00D24A54"/>
    <w:rsid w:val="00D24D4E"/>
    <w:rsid w:val="00D250ED"/>
    <w:rsid w:val="00D259DD"/>
    <w:rsid w:val="00D25AB6"/>
    <w:rsid w:val="00D26267"/>
    <w:rsid w:val="00D2664F"/>
    <w:rsid w:val="00D26DC3"/>
    <w:rsid w:val="00D31C61"/>
    <w:rsid w:val="00D31FBB"/>
    <w:rsid w:val="00D32AE8"/>
    <w:rsid w:val="00D32C98"/>
    <w:rsid w:val="00D32EDF"/>
    <w:rsid w:val="00D3378A"/>
    <w:rsid w:val="00D348A5"/>
    <w:rsid w:val="00D34B30"/>
    <w:rsid w:val="00D353EF"/>
    <w:rsid w:val="00D358AD"/>
    <w:rsid w:val="00D360F1"/>
    <w:rsid w:val="00D362F6"/>
    <w:rsid w:val="00D4121C"/>
    <w:rsid w:val="00D417A3"/>
    <w:rsid w:val="00D4232E"/>
    <w:rsid w:val="00D42D71"/>
    <w:rsid w:val="00D42F6F"/>
    <w:rsid w:val="00D44514"/>
    <w:rsid w:val="00D4496E"/>
    <w:rsid w:val="00D458B4"/>
    <w:rsid w:val="00D45E8B"/>
    <w:rsid w:val="00D463B3"/>
    <w:rsid w:val="00D465A4"/>
    <w:rsid w:val="00D46A76"/>
    <w:rsid w:val="00D46FF9"/>
    <w:rsid w:val="00D47379"/>
    <w:rsid w:val="00D505C8"/>
    <w:rsid w:val="00D5092D"/>
    <w:rsid w:val="00D50E76"/>
    <w:rsid w:val="00D50EE4"/>
    <w:rsid w:val="00D510D9"/>
    <w:rsid w:val="00D515AC"/>
    <w:rsid w:val="00D51BC6"/>
    <w:rsid w:val="00D521EA"/>
    <w:rsid w:val="00D526DA"/>
    <w:rsid w:val="00D52B9C"/>
    <w:rsid w:val="00D5339E"/>
    <w:rsid w:val="00D54D5F"/>
    <w:rsid w:val="00D55EE3"/>
    <w:rsid w:val="00D564ED"/>
    <w:rsid w:val="00D56B40"/>
    <w:rsid w:val="00D56DDD"/>
    <w:rsid w:val="00D573DD"/>
    <w:rsid w:val="00D579CA"/>
    <w:rsid w:val="00D57F91"/>
    <w:rsid w:val="00D600EA"/>
    <w:rsid w:val="00D6082C"/>
    <w:rsid w:val="00D627B3"/>
    <w:rsid w:val="00D63ABA"/>
    <w:rsid w:val="00D64710"/>
    <w:rsid w:val="00D6476B"/>
    <w:rsid w:val="00D650ED"/>
    <w:rsid w:val="00D6563F"/>
    <w:rsid w:val="00D662FF"/>
    <w:rsid w:val="00D6649A"/>
    <w:rsid w:val="00D67740"/>
    <w:rsid w:val="00D67ABF"/>
    <w:rsid w:val="00D67B53"/>
    <w:rsid w:val="00D67E03"/>
    <w:rsid w:val="00D70719"/>
    <w:rsid w:val="00D70DF3"/>
    <w:rsid w:val="00D71C23"/>
    <w:rsid w:val="00D72324"/>
    <w:rsid w:val="00D726A8"/>
    <w:rsid w:val="00D72885"/>
    <w:rsid w:val="00D72C2F"/>
    <w:rsid w:val="00D73C53"/>
    <w:rsid w:val="00D73CEA"/>
    <w:rsid w:val="00D74958"/>
    <w:rsid w:val="00D749B3"/>
    <w:rsid w:val="00D74D37"/>
    <w:rsid w:val="00D7565A"/>
    <w:rsid w:val="00D75E98"/>
    <w:rsid w:val="00D76190"/>
    <w:rsid w:val="00D7643E"/>
    <w:rsid w:val="00D767EF"/>
    <w:rsid w:val="00D770DF"/>
    <w:rsid w:val="00D77845"/>
    <w:rsid w:val="00D7790E"/>
    <w:rsid w:val="00D80335"/>
    <w:rsid w:val="00D80568"/>
    <w:rsid w:val="00D80659"/>
    <w:rsid w:val="00D8081E"/>
    <w:rsid w:val="00D80890"/>
    <w:rsid w:val="00D808C5"/>
    <w:rsid w:val="00D80F13"/>
    <w:rsid w:val="00D815B8"/>
    <w:rsid w:val="00D82B07"/>
    <w:rsid w:val="00D83363"/>
    <w:rsid w:val="00D84843"/>
    <w:rsid w:val="00D84A30"/>
    <w:rsid w:val="00D853EA"/>
    <w:rsid w:val="00D85AD0"/>
    <w:rsid w:val="00D87CF1"/>
    <w:rsid w:val="00D87FA2"/>
    <w:rsid w:val="00D902DA"/>
    <w:rsid w:val="00D90850"/>
    <w:rsid w:val="00D90E5F"/>
    <w:rsid w:val="00D91770"/>
    <w:rsid w:val="00D917D3"/>
    <w:rsid w:val="00D9222C"/>
    <w:rsid w:val="00D929EB"/>
    <w:rsid w:val="00D958BA"/>
    <w:rsid w:val="00D962EC"/>
    <w:rsid w:val="00D968EB"/>
    <w:rsid w:val="00D96FCB"/>
    <w:rsid w:val="00D97012"/>
    <w:rsid w:val="00D974E8"/>
    <w:rsid w:val="00D97A8D"/>
    <w:rsid w:val="00DA1844"/>
    <w:rsid w:val="00DA19EE"/>
    <w:rsid w:val="00DA1B96"/>
    <w:rsid w:val="00DA25F8"/>
    <w:rsid w:val="00DA2F17"/>
    <w:rsid w:val="00DA340C"/>
    <w:rsid w:val="00DA3DD4"/>
    <w:rsid w:val="00DA3FA4"/>
    <w:rsid w:val="00DA4781"/>
    <w:rsid w:val="00DA588C"/>
    <w:rsid w:val="00DA65EE"/>
    <w:rsid w:val="00DA6F5D"/>
    <w:rsid w:val="00DB223D"/>
    <w:rsid w:val="00DB27D8"/>
    <w:rsid w:val="00DB2AA3"/>
    <w:rsid w:val="00DB32CA"/>
    <w:rsid w:val="00DB3B84"/>
    <w:rsid w:val="00DB4504"/>
    <w:rsid w:val="00DB46A6"/>
    <w:rsid w:val="00DB48A1"/>
    <w:rsid w:val="00DB4A2E"/>
    <w:rsid w:val="00DB632C"/>
    <w:rsid w:val="00DB6343"/>
    <w:rsid w:val="00DB676C"/>
    <w:rsid w:val="00DB7373"/>
    <w:rsid w:val="00DB73ED"/>
    <w:rsid w:val="00DC05B1"/>
    <w:rsid w:val="00DC0C03"/>
    <w:rsid w:val="00DC15E6"/>
    <w:rsid w:val="00DC2C9F"/>
    <w:rsid w:val="00DC337B"/>
    <w:rsid w:val="00DC35C1"/>
    <w:rsid w:val="00DC569D"/>
    <w:rsid w:val="00DC681B"/>
    <w:rsid w:val="00DC6965"/>
    <w:rsid w:val="00DC72FF"/>
    <w:rsid w:val="00DC7624"/>
    <w:rsid w:val="00DC7982"/>
    <w:rsid w:val="00DD0137"/>
    <w:rsid w:val="00DD03BC"/>
    <w:rsid w:val="00DD0C86"/>
    <w:rsid w:val="00DD0D26"/>
    <w:rsid w:val="00DD0D92"/>
    <w:rsid w:val="00DD16B9"/>
    <w:rsid w:val="00DD2FD5"/>
    <w:rsid w:val="00DD301C"/>
    <w:rsid w:val="00DD356D"/>
    <w:rsid w:val="00DD372B"/>
    <w:rsid w:val="00DD3F19"/>
    <w:rsid w:val="00DD4284"/>
    <w:rsid w:val="00DD43F7"/>
    <w:rsid w:val="00DD4568"/>
    <w:rsid w:val="00DD49A6"/>
    <w:rsid w:val="00DD56A6"/>
    <w:rsid w:val="00DD677F"/>
    <w:rsid w:val="00DE06A1"/>
    <w:rsid w:val="00DE0D9A"/>
    <w:rsid w:val="00DE13B9"/>
    <w:rsid w:val="00DE1615"/>
    <w:rsid w:val="00DE2082"/>
    <w:rsid w:val="00DE22EC"/>
    <w:rsid w:val="00DE3270"/>
    <w:rsid w:val="00DE362D"/>
    <w:rsid w:val="00DE47F1"/>
    <w:rsid w:val="00DE5389"/>
    <w:rsid w:val="00DE584A"/>
    <w:rsid w:val="00DE59AE"/>
    <w:rsid w:val="00DE62B2"/>
    <w:rsid w:val="00DE744C"/>
    <w:rsid w:val="00DE7FE7"/>
    <w:rsid w:val="00DF03E8"/>
    <w:rsid w:val="00DF086A"/>
    <w:rsid w:val="00DF0C01"/>
    <w:rsid w:val="00DF1B6E"/>
    <w:rsid w:val="00DF2921"/>
    <w:rsid w:val="00DF2CA6"/>
    <w:rsid w:val="00DF329B"/>
    <w:rsid w:val="00DF3762"/>
    <w:rsid w:val="00DF3895"/>
    <w:rsid w:val="00DF3906"/>
    <w:rsid w:val="00DF3AC3"/>
    <w:rsid w:val="00DF3C69"/>
    <w:rsid w:val="00DF3F21"/>
    <w:rsid w:val="00DF4F2F"/>
    <w:rsid w:val="00DF5DDE"/>
    <w:rsid w:val="00DF6010"/>
    <w:rsid w:val="00DF617F"/>
    <w:rsid w:val="00DF6909"/>
    <w:rsid w:val="00DF7141"/>
    <w:rsid w:val="00DF785A"/>
    <w:rsid w:val="00DF7FD2"/>
    <w:rsid w:val="00E00834"/>
    <w:rsid w:val="00E016C7"/>
    <w:rsid w:val="00E0172B"/>
    <w:rsid w:val="00E02863"/>
    <w:rsid w:val="00E028A3"/>
    <w:rsid w:val="00E04B17"/>
    <w:rsid w:val="00E04E33"/>
    <w:rsid w:val="00E076F3"/>
    <w:rsid w:val="00E078A2"/>
    <w:rsid w:val="00E07D54"/>
    <w:rsid w:val="00E101A7"/>
    <w:rsid w:val="00E10746"/>
    <w:rsid w:val="00E11181"/>
    <w:rsid w:val="00E11379"/>
    <w:rsid w:val="00E113E1"/>
    <w:rsid w:val="00E11534"/>
    <w:rsid w:val="00E12522"/>
    <w:rsid w:val="00E1261E"/>
    <w:rsid w:val="00E15F9C"/>
    <w:rsid w:val="00E1671E"/>
    <w:rsid w:val="00E16838"/>
    <w:rsid w:val="00E1797A"/>
    <w:rsid w:val="00E210E7"/>
    <w:rsid w:val="00E21186"/>
    <w:rsid w:val="00E21CEC"/>
    <w:rsid w:val="00E222E2"/>
    <w:rsid w:val="00E2243F"/>
    <w:rsid w:val="00E2251C"/>
    <w:rsid w:val="00E22534"/>
    <w:rsid w:val="00E2301E"/>
    <w:rsid w:val="00E2322D"/>
    <w:rsid w:val="00E23CEB"/>
    <w:rsid w:val="00E2672C"/>
    <w:rsid w:val="00E2686D"/>
    <w:rsid w:val="00E27391"/>
    <w:rsid w:val="00E27809"/>
    <w:rsid w:val="00E30AB9"/>
    <w:rsid w:val="00E30F42"/>
    <w:rsid w:val="00E3101E"/>
    <w:rsid w:val="00E31180"/>
    <w:rsid w:val="00E3146C"/>
    <w:rsid w:val="00E31681"/>
    <w:rsid w:val="00E319B1"/>
    <w:rsid w:val="00E31A02"/>
    <w:rsid w:val="00E31DE5"/>
    <w:rsid w:val="00E32C2F"/>
    <w:rsid w:val="00E33A64"/>
    <w:rsid w:val="00E3419E"/>
    <w:rsid w:val="00E34957"/>
    <w:rsid w:val="00E34FF9"/>
    <w:rsid w:val="00E35055"/>
    <w:rsid w:val="00E35135"/>
    <w:rsid w:val="00E35CA2"/>
    <w:rsid w:val="00E35DF8"/>
    <w:rsid w:val="00E363EE"/>
    <w:rsid w:val="00E364C1"/>
    <w:rsid w:val="00E36F00"/>
    <w:rsid w:val="00E37B98"/>
    <w:rsid w:val="00E40511"/>
    <w:rsid w:val="00E40A43"/>
    <w:rsid w:val="00E40AB4"/>
    <w:rsid w:val="00E40CEE"/>
    <w:rsid w:val="00E41340"/>
    <w:rsid w:val="00E414E4"/>
    <w:rsid w:val="00E4165E"/>
    <w:rsid w:val="00E4236B"/>
    <w:rsid w:val="00E43205"/>
    <w:rsid w:val="00E43B41"/>
    <w:rsid w:val="00E43CC4"/>
    <w:rsid w:val="00E443D9"/>
    <w:rsid w:val="00E443F3"/>
    <w:rsid w:val="00E44A06"/>
    <w:rsid w:val="00E44E37"/>
    <w:rsid w:val="00E44E8A"/>
    <w:rsid w:val="00E46187"/>
    <w:rsid w:val="00E462E0"/>
    <w:rsid w:val="00E4655E"/>
    <w:rsid w:val="00E468B6"/>
    <w:rsid w:val="00E47B11"/>
    <w:rsid w:val="00E47EDC"/>
    <w:rsid w:val="00E50ED4"/>
    <w:rsid w:val="00E51364"/>
    <w:rsid w:val="00E51571"/>
    <w:rsid w:val="00E51FDB"/>
    <w:rsid w:val="00E52868"/>
    <w:rsid w:val="00E5335A"/>
    <w:rsid w:val="00E53E4A"/>
    <w:rsid w:val="00E540BB"/>
    <w:rsid w:val="00E54324"/>
    <w:rsid w:val="00E548AB"/>
    <w:rsid w:val="00E54D84"/>
    <w:rsid w:val="00E551C8"/>
    <w:rsid w:val="00E5551B"/>
    <w:rsid w:val="00E55A72"/>
    <w:rsid w:val="00E563DC"/>
    <w:rsid w:val="00E56475"/>
    <w:rsid w:val="00E56751"/>
    <w:rsid w:val="00E56949"/>
    <w:rsid w:val="00E56B1E"/>
    <w:rsid w:val="00E57421"/>
    <w:rsid w:val="00E575D0"/>
    <w:rsid w:val="00E57708"/>
    <w:rsid w:val="00E5788D"/>
    <w:rsid w:val="00E606F9"/>
    <w:rsid w:val="00E628CE"/>
    <w:rsid w:val="00E62F3F"/>
    <w:rsid w:val="00E63757"/>
    <w:rsid w:val="00E63A28"/>
    <w:rsid w:val="00E64F01"/>
    <w:rsid w:val="00E651AD"/>
    <w:rsid w:val="00E6520D"/>
    <w:rsid w:val="00E65682"/>
    <w:rsid w:val="00E65A32"/>
    <w:rsid w:val="00E65AC9"/>
    <w:rsid w:val="00E65BF9"/>
    <w:rsid w:val="00E6601F"/>
    <w:rsid w:val="00E66B11"/>
    <w:rsid w:val="00E67363"/>
    <w:rsid w:val="00E67B1E"/>
    <w:rsid w:val="00E67B5B"/>
    <w:rsid w:val="00E67BAB"/>
    <w:rsid w:val="00E7013C"/>
    <w:rsid w:val="00E701FB"/>
    <w:rsid w:val="00E70660"/>
    <w:rsid w:val="00E707DE"/>
    <w:rsid w:val="00E7089A"/>
    <w:rsid w:val="00E708D9"/>
    <w:rsid w:val="00E71887"/>
    <w:rsid w:val="00E71AD1"/>
    <w:rsid w:val="00E71F23"/>
    <w:rsid w:val="00E720D3"/>
    <w:rsid w:val="00E72189"/>
    <w:rsid w:val="00E72920"/>
    <w:rsid w:val="00E729CD"/>
    <w:rsid w:val="00E73074"/>
    <w:rsid w:val="00E7331B"/>
    <w:rsid w:val="00E74B86"/>
    <w:rsid w:val="00E74CFE"/>
    <w:rsid w:val="00E75491"/>
    <w:rsid w:val="00E75597"/>
    <w:rsid w:val="00E779B8"/>
    <w:rsid w:val="00E800AF"/>
    <w:rsid w:val="00E80589"/>
    <w:rsid w:val="00E809CE"/>
    <w:rsid w:val="00E80B14"/>
    <w:rsid w:val="00E80C0C"/>
    <w:rsid w:val="00E81A4F"/>
    <w:rsid w:val="00E81D4E"/>
    <w:rsid w:val="00E8216B"/>
    <w:rsid w:val="00E830B8"/>
    <w:rsid w:val="00E8311E"/>
    <w:rsid w:val="00E832BE"/>
    <w:rsid w:val="00E833D7"/>
    <w:rsid w:val="00E8396D"/>
    <w:rsid w:val="00E844D2"/>
    <w:rsid w:val="00E84534"/>
    <w:rsid w:val="00E84C07"/>
    <w:rsid w:val="00E84DFA"/>
    <w:rsid w:val="00E85042"/>
    <w:rsid w:val="00E852A3"/>
    <w:rsid w:val="00E85570"/>
    <w:rsid w:val="00E85734"/>
    <w:rsid w:val="00E85F29"/>
    <w:rsid w:val="00E861E9"/>
    <w:rsid w:val="00E8729C"/>
    <w:rsid w:val="00E90B9F"/>
    <w:rsid w:val="00E91E7D"/>
    <w:rsid w:val="00E92851"/>
    <w:rsid w:val="00E92F67"/>
    <w:rsid w:val="00E930D8"/>
    <w:rsid w:val="00E9361A"/>
    <w:rsid w:val="00E93878"/>
    <w:rsid w:val="00E9394F"/>
    <w:rsid w:val="00E945B9"/>
    <w:rsid w:val="00E948B7"/>
    <w:rsid w:val="00E94D9C"/>
    <w:rsid w:val="00E95D4B"/>
    <w:rsid w:val="00E96204"/>
    <w:rsid w:val="00E965CE"/>
    <w:rsid w:val="00EA0486"/>
    <w:rsid w:val="00EA1035"/>
    <w:rsid w:val="00EA13DA"/>
    <w:rsid w:val="00EA1748"/>
    <w:rsid w:val="00EA21C0"/>
    <w:rsid w:val="00EA25CD"/>
    <w:rsid w:val="00EA28A6"/>
    <w:rsid w:val="00EA332B"/>
    <w:rsid w:val="00EA3590"/>
    <w:rsid w:val="00EA4779"/>
    <w:rsid w:val="00EA6680"/>
    <w:rsid w:val="00EA677B"/>
    <w:rsid w:val="00EA6931"/>
    <w:rsid w:val="00EA710B"/>
    <w:rsid w:val="00EA7C26"/>
    <w:rsid w:val="00EB0956"/>
    <w:rsid w:val="00EB0D78"/>
    <w:rsid w:val="00EB271A"/>
    <w:rsid w:val="00EB2747"/>
    <w:rsid w:val="00EB3205"/>
    <w:rsid w:val="00EB4E26"/>
    <w:rsid w:val="00EB517F"/>
    <w:rsid w:val="00EB51B6"/>
    <w:rsid w:val="00EB7122"/>
    <w:rsid w:val="00EB74BC"/>
    <w:rsid w:val="00EB7C1A"/>
    <w:rsid w:val="00EC112C"/>
    <w:rsid w:val="00EC178B"/>
    <w:rsid w:val="00EC25C8"/>
    <w:rsid w:val="00EC2900"/>
    <w:rsid w:val="00EC3094"/>
    <w:rsid w:val="00EC316C"/>
    <w:rsid w:val="00EC336C"/>
    <w:rsid w:val="00EC33E1"/>
    <w:rsid w:val="00EC3E47"/>
    <w:rsid w:val="00EC46B3"/>
    <w:rsid w:val="00EC4C7D"/>
    <w:rsid w:val="00EC4F4E"/>
    <w:rsid w:val="00EC506A"/>
    <w:rsid w:val="00EC531E"/>
    <w:rsid w:val="00EC5735"/>
    <w:rsid w:val="00EC6105"/>
    <w:rsid w:val="00EC6905"/>
    <w:rsid w:val="00EC69E9"/>
    <w:rsid w:val="00EC6ED8"/>
    <w:rsid w:val="00EC70AE"/>
    <w:rsid w:val="00EC72A6"/>
    <w:rsid w:val="00EC7CAA"/>
    <w:rsid w:val="00ED043C"/>
    <w:rsid w:val="00ED0659"/>
    <w:rsid w:val="00ED070B"/>
    <w:rsid w:val="00ED0B7F"/>
    <w:rsid w:val="00ED22C8"/>
    <w:rsid w:val="00ED2407"/>
    <w:rsid w:val="00ED2730"/>
    <w:rsid w:val="00ED30EB"/>
    <w:rsid w:val="00ED382C"/>
    <w:rsid w:val="00ED4771"/>
    <w:rsid w:val="00ED571A"/>
    <w:rsid w:val="00ED58CB"/>
    <w:rsid w:val="00ED5ABC"/>
    <w:rsid w:val="00ED6368"/>
    <w:rsid w:val="00ED636D"/>
    <w:rsid w:val="00ED678A"/>
    <w:rsid w:val="00ED6E18"/>
    <w:rsid w:val="00EE02B3"/>
    <w:rsid w:val="00EE0557"/>
    <w:rsid w:val="00EE0B4B"/>
    <w:rsid w:val="00EE109D"/>
    <w:rsid w:val="00EE23DF"/>
    <w:rsid w:val="00EE2779"/>
    <w:rsid w:val="00EE2A5A"/>
    <w:rsid w:val="00EE2D28"/>
    <w:rsid w:val="00EE3389"/>
    <w:rsid w:val="00EE347E"/>
    <w:rsid w:val="00EE40DE"/>
    <w:rsid w:val="00EE5D12"/>
    <w:rsid w:val="00EE5EFB"/>
    <w:rsid w:val="00EE6389"/>
    <w:rsid w:val="00EE7588"/>
    <w:rsid w:val="00EE76A8"/>
    <w:rsid w:val="00EE7B21"/>
    <w:rsid w:val="00EF02D8"/>
    <w:rsid w:val="00EF0CCA"/>
    <w:rsid w:val="00EF1113"/>
    <w:rsid w:val="00EF12B0"/>
    <w:rsid w:val="00EF148A"/>
    <w:rsid w:val="00EF1763"/>
    <w:rsid w:val="00EF198A"/>
    <w:rsid w:val="00EF20C9"/>
    <w:rsid w:val="00EF20E4"/>
    <w:rsid w:val="00EF2835"/>
    <w:rsid w:val="00EF2D65"/>
    <w:rsid w:val="00EF36DA"/>
    <w:rsid w:val="00EF37A2"/>
    <w:rsid w:val="00EF48B9"/>
    <w:rsid w:val="00EF49C4"/>
    <w:rsid w:val="00EF4A45"/>
    <w:rsid w:val="00EF4E0B"/>
    <w:rsid w:val="00EF5B8F"/>
    <w:rsid w:val="00EF5E14"/>
    <w:rsid w:val="00EF6C6B"/>
    <w:rsid w:val="00F00884"/>
    <w:rsid w:val="00F010B0"/>
    <w:rsid w:val="00F01647"/>
    <w:rsid w:val="00F0255D"/>
    <w:rsid w:val="00F02B5D"/>
    <w:rsid w:val="00F03B9D"/>
    <w:rsid w:val="00F0483A"/>
    <w:rsid w:val="00F04A53"/>
    <w:rsid w:val="00F04C7D"/>
    <w:rsid w:val="00F05494"/>
    <w:rsid w:val="00F05AB0"/>
    <w:rsid w:val="00F05D5C"/>
    <w:rsid w:val="00F066C8"/>
    <w:rsid w:val="00F07451"/>
    <w:rsid w:val="00F106EA"/>
    <w:rsid w:val="00F11006"/>
    <w:rsid w:val="00F1133D"/>
    <w:rsid w:val="00F11763"/>
    <w:rsid w:val="00F123DE"/>
    <w:rsid w:val="00F129F1"/>
    <w:rsid w:val="00F131F7"/>
    <w:rsid w:val="00F13260"/>
    <w:rsid w:val="00F13574"/>
    <w:rsid w:val="00F13A3B"/>
    <w:rsid w:val="00F1452D"/>
    <w:rsid w:val="00F16975"/>
    <w:rsid w:val="00F177A0"/>
    <w:rsid w:val="00F201EA"/>
    <w:rsid w:val="00F20AAC"/>
    <w:rsid w:val="00F20BC1"/>
    <w:rsid w:val="00F221AC"/>
    <w:rsid w:val="00F223AC"/>
    <w:rsid w:val="00F25F4B"/>
    <w:rsid w:val="00F26031"/>
    <w:rsid w:val="00F26A67"/>
    <w:rsid w:val="00F26AFC"/>
    <w:rsid w:val="00F278F3"/>
    <w:rsid w:val="00F27E4B"/>
    <w:rsid w:val="00F3109D"/>
    <w:rsid w:val="00F31591"/>
    <w:rsid w:val="00F31FB8"/>
    <w:rsid w:val="00F32167"/>
    <w:rsid w:val="00F327E2"/>
    <w:rsid w:val="00F32E55"/>
    <w:rsid w:val="00F3300C"/>
    <w:rsid w:val="00F330A0"/>
    <w:rsid w:val="00F341A8"/>
    <w:rsid w:val="00F3596D"/>
    <w:rsid w:val="00F36C23"/>
    <w:rsid w:val="00F37515"/>
    <w:rsid w:val="00F3783A"/>
    <w:rsid w:val="00F41B43"/>
    <w:rsid w:val="00F420A9"/>
    <w:rsid w:val="00F42B90"/>
    <w:rsid w:val="00F43BEE"/>
    <w:rsid w:val="00F4467D"/>
    <w:rsid w:val="00F44F84"/>
    <w:rsid w:val="00F45257"/>
    <w:rsid w:val="00F453AB"/>
    <w:rsid w:val="00F453E7"/>
    <w:rsid w:val="00F45783"/>
    <w:rsid w:val="00F45ED8"/>
    <w:rsid w:val="00F47564"/>
    <w:rsid w:val="00F475BC"/>
    <w:rsid w:val="00F4760D"/>
    <w:rsid w:val="00F50510"/>
    <w:rsid w:val="00F50975"/>
    <w:rsid w:val="00F512FE"/>
    <w:rsid w:val="00F521A4"/>
    <w:rsid w:val="00F52745"/>
    <w:rsid w:val="00F52A8C"/>
    <w:rsid w:val="00F52B2D"/>
    <w:rsid w:val="00F53385"/>
    <w:rsid w:val="00F53F65"/>
    <w:rsid w:val="00F540CB"/>
    <w:rsid w:val="00F542E2"/>
    <w:rsid w:val="00F54C6C"/>
    <w:rsid w:val="00F55386"/>
    <w:rsid w:val="00F55529"/>
    <w:rsid w:val="00F559C0"/>
    <w:rsid w:val="00F567A7"/>
    <w:rsid w:val="00F56C57"/>
    <w:rsid w:val="00F56C8B"/>
    <w:rsid w:val="00F57199"/>
    <w:rsid w:val="00F57914"/>
    <w:rsid w:val="00F57D32"/>
    <w:rsid w:val="00F611FF"/>
    <w:rsid w:val="00F61246"/>
    <w:rsid w:val="00F6376C"/>
    <w:rsid w:val="00F64BEF"/>
    <w:rsid w:val="00F65066"/>
    <w:rsid w:val="00F66322"/>
    <w:rsid w:val="00F668CE"/>
    <w:rsid w:val="00F67445"/>
    <w:rsid w:val="00F675D4"/>
    <w:rsid w:val="00F7085F"/>
    <w:rsid w:val="00F70D20"/>
    <w:rsid w:val="00F71810"/>
    <w:rsid w:val="00F7277F"/>
    <w:rsid w:val="00F72C6A"/>
    <w:rsid w:val="00F72D23"/>
    <w:rsid w:val="00F72D2D"/>
    <w:rsid w:val="00F7373D"/>
    <w:rsid w:val="00F73ECA"/>
    <w:rsid w:val="00F73F37"/>
    <w:rsid w:val="00F75641"/>
    <w:rsid w:val="00F75C90"/>
    <w:rsid w:val="00F75EA2"/>
    <w:rsid w:val="00F75EF5"/>
    <w:rsid w:val="00F760DA"/>
    <w:rsid w:val="00F763E9"/>
    <w:rsid w:val="00F76563"/>
    <w:rsid w:val="00F76F08"/>
    <w:rsid w:val="00F77557"/>
    <w:rsid w:val="00F7797F"/>
    <w:rsid w:val="00F80111"/>
    <w:rsid w:val="00F8011B"/>
    <w:rsid w:val="00F80293"/>
    <w:rsid w:val="00F80415"/>
    <w:rsid w:val="00F80D8B"/>
    <w:rsid w:val="00F81B3F"/>
    <w:rsid w:val="00F81FA4"/>
    <w:rsid w:val="00F81FD4"/>
    <w:rsid w:val="00F82521"/>
    <w:rsid w:val="00F82842"/>
    <w:rsid w:val="00F82DC8"/>
    <w:rsid w:val="00F84A1C"/>
    <w:rsid w:val="00F85997"/>
    <w:rsid w:val="00F85F08"/>
    <w:rsid w:val="00F861AC"/>
    <w:rsid w:val="00F869B8"/>
    <w:rsid w:val="00F86D12"/>
    <w:rsid w:val="00F86E51"/>
    <w:rsid w:val="00F87065"/>
    <w:rsid w:val="00F870B3"/>
    <w:rsid w:val="00F8749A"/>
    <w:rsid w:val="00F87C8E"/>
    <w:rsid w:val="00F91545"/>
    <w:rsid w:val="00F91C44"/>
    <w:rsid w:val="00F922AC"/>
    <w:rsid w:val="00F92A6A"/>
    <w:rsid w:val="00F93554"/>
    <w:rsid w:val="00F936C4"/>
    <w:rsid w:val="00F9397C"/>
    <w:rsid w:val="00F93D93"/>
    <w:rsid w:val="00F93FF8"/>
    <w:rsid w:val="00F9475C"/>
    <w:rsid w:val="00F949B5"/>
    <w:rsid w:val="00F9521F"/>
    <w:rsid w:val="00F95263"/>
    <w:rsid w:val="00F957A8"/>
    <w:rsid w:val="00F957B8"/>
    <w:rsid w:val="00F95986"/>
    <w:rsid w:val="00F95C88"/>
    <w:rsid w:val="00F963C0"/>
    <w:rsid w:val="00F96738"/>
    <w:rsid w:val="00FA02B2"/>
    <w:rsid w:val="00FA0577"/>
    <w:rsid w:val="00FA2482"/>
    <w:rsid w:val="00FA54E5"/>
    <w:rsid w:val="00FA650E"/>
    <w:rsid w:val="00FA664E"/>
    <w:rsid w:val="00FA6EB2"/>
    <w:rsid w:val="00FA6FBB"/>
    <w:rsid w:val="00FA7050"/>
    <w:rsid w:val="00FA7C85"/>
    <w:rsid w:val="00FA7E01"/>
    <w:rsid w:val="00FA7F51"/>
    <w:rsid w:val="00FB09A8"/>
    <w:rsid w:val="00FB1988"/>
    <w:rsid w:val="00FB320A"/>
    <w:rsid w:val="00FB34DA"/>
    <w:rsid w:val="00FB3F2A"/>
    <w:rsid w:val="00FB4105"/>
    <w:rsid w:val="00FB4549"/>
    <w:rsid w:val="00FB5DA3"/>
    <w:rsid w:val="00FB5DBA"/>
    <w:rsid w:val="00FB64CF"/>
    <w:rsid w:val="00FB68B3"/>
    <w:rsid w:val="00FB6C4C"/>
    <w:rsid w:val="00FB6DDF"/>
    <w:rsid w:val="00FB6F6D"/>
    <w:rsid w:val="00FB7754"/>
    <w:rsid w:val="00FB7D0C"/>
    <w:rsid w:val="00FC0442"/>
    <w:rsid w:val="00FC0547"/>
    <w:rsid w:val="00FC0D81"/>
    <w:rsid w:val="00FC1652"/>
    <w:rsid w:val="00FC29D6"/>
    <w:rsid w:val="00FC2C1C"/>
    <w:rsid w:val="00FC3C00"/>
    <w:rsid w:val="00FC4965"/>
    <w:rsid w:val="00FC7B78"/>
    <w:rsid w:val="00FD0801"/>
    <w:rsid w:val="00FD1AB1"/>
    <w:rsid w:val="00FD1B37"/>
    <w:rsid w:val="00FD1B4B"/>
    <w:rsid w:val="00FD1D55"/>
    <w:rsid w:val="00FD2200"/>
    <w:rsid w:val="00FD3929"/>
    <w:rsid w:val="00FD4427"/>
    <w:rsid w:val="00FD45C3"/>
    <w:rsid w:val="00FD489E"/>
    <w:rsid w:val="00FD6062"/>
    <w:rsid w:val="00FD6CAA"/>
    <w:rsid w:val="00FD7350"/>
    <w:rsid w:val="00FE02B8"/>
    <w:rsid w:val="00FE049F"/>
    <w:rsid w:val="00FE1212"/>
    <w:rsid w:val="00FE1C2C"/>
    <w:rsid w:val="00FE2884"/>
    <w:rsid w:val="00FE2B51"/>
    <w:rsid w:val="00FE3000"/>
    <w:rsid w:val="00FE3B28"/>
    <w:rsid w:val="00FE45AC"/>
    <w:rsid w:val="00FE466F"/>
    <w:rsid w:val="00FE50C0"/>
    <w:rsid w:val="00FE5458"/>
    <w:rsid w:val="00FE5695"/>
    <w:rsid w:val="00FE63AC"/>
    <w:rsid w:val="00FE6863"/>
    <w:rsid w:val="00FE6F04"/>
    <w:rsid w:val="00FE6F5D"/>
    <w:rsid w:val="00FE7646"/>
    <w:rsid w:val="00FE7969"/>
    <w:rsid w:val="00FE7DFA"/>
    <w:rsid w:val="00FF0D77"/>
    <w:rsid w:val="00FF1092"/>
    <w:rsid w:val="00FF158F"/>
    <w:rsid w:val="00FF201D"/>
    <w:rsid w:val="00FF2850"/>
    <w:rsid w:val="00FF2B7A"/>
    <w:rsid w:val="00FF3589"/>
    <w:rsid w:val="00FF3C30"/>
    <w:rsid w:val="00FF3C53"/>
    <w:rsid w:val="00FF3EAD"/>
    <w:rsid w:val="00FF403F"/>
    <w:rsid w:val="00FF69D7"/>
    <w:rsid w:val="00FF6A10"/>
    <w:rsid w:val="00FF7498"/>
    <w:rsid w:val="00FF769F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8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4105"/>
    <w:pPr>
      <w:ind w:left="720"/>
      <w:contextualSpacing/>
    </w:pPr>
  </w:style>
  <w:style w:type="table" w:styleId="TableGrid">
    <w:name w:val="Table Grid"/>
    <w:basedOn w:val="TableNormal"/>
    <w:uiPriority w:val="99"/>
    <w:rsid w:val="00C32C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32CF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2.ed.gov/rschstat/eval/tech/evidence-based-practices/finalrepor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157</Words>
  <Characters>899</Characters>
  <Application>Microsoft Office Outlook</Application>
  <DocSecurity>0</DocSecurity>
  <Lines>0</Lines>
  <Paragraphs>0</Paragraphs>
  <ScaleCrop>false</ScaleCrop>
  <Company>Bedford Central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Conceptual Framework for Online Learning</dc:title>
  <dc:subject/>
  <dc:creator>Bedford</dc:creator>
  <cp:keywords/>
  <dc:description/>
  <cp:lastModifiedBy>Haldane Central School District</cp:lastModifiedBy>
  <cp:revision>3</cp:revision>
  <dcterms:created xsi:type="dcterms:W3CDTF">2012-04-25T18:48:00Z</dcterms:created>
  <dcterms:modified xsi:type="dcterms:W3CDTF">2012-04-30T14:58:00Z</dcterms:modified>
</cp:coreProperties>
</file>